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bookmarkStart w:id="0" w:name="_GoBack"/>
      <w:bookmarkEnd w:id="0"/>
      <w:r w:rsidRPr="005D6794">
        <w:t>S</w:t>
      </w:r>
      <w:r w:rsidR="00022F72">
        <w:t xml:space="preserve">mlouva o dílo na zhotovení </w:t>
      </w:r>
      <w:r w:rsidR="00934B6B">
        <w:t>Projektové dokumentace a</w:t>
      </w:r>
      <w:r w:rsidR="00BB1F16">
        <w:t> </w:t>
      </w:r>
      <w:r w:rsidR="00306D9A">
        <w:t>souboru staveb</w:t>
      </w:r>
    </w:p>
    <w:p w14:paraId="25944573" w14:textId="3D0B5EBF" w:rsidR="00ED260D" w:rsidRPr="00ED260D" w:rsidRDefault="00ED260D" w:rsidP="00ED260D">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8232BB" w:rsidRPr="008232BB">
        <w:rPr>
          <w:rFonts w:asciiTheme="minorHAnsi" w:hAnsiTheme="minorHAnsi"/>
          <w:b/>
          <w:sz w:val="48"/>
          <w:szCs w:val="48"/>
        </w:rPr>
        <w:t>Rekonstrukce přejezdů P551 a P562 na trati Zdice - Protivín</w:t>
      </w:r>
      <w:r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14724D96" w14:textId="77777777" w:rsidR="008232BB" w:rsidRPr="008232BB" w:rsidRDefault="008232BB" w:rsidP="008232BB">
      <w:pPr>
        <w:spacing w:after="0" w:line="264" w:lineRule="auto"/>
        <w:jc w:val="both"/>
        <w:rPr>
          <w:b/>
        </w:rPr>
      </w:pPr>
      <w:r w:rsidRPr="008232BB">
        <w:rPr>
          <w:b/>
        </w:rPr>
        <w:t>„Rekonstrukce přejezdu P551 v km 87,149 na trati Zdice – Protivín a doplnění závor“</w:t>
      </w:r>
    </w:p>
    <w:p w14:paraId="00171FC7" w14:textId="77777777" w:rsidR="008232BB" w:rsidRPr="008232BB" w:rsidRDefault="008232BB" w:rsidP="008232BB">
      <w:pPr>
        <w:spacing w:after="120" w:line="264" w:lineRule="auto"/>
        <w:ind w:left="737" w:hanging="737"/>
        <w:jc w:val="both"/>
      </w:pPr>
      <w:r w:rsidRPr="008232BB">
        <w:t xml:space="preserve">(dále jen </w:t>
      </w:r>
      <w:r w:rsidRPr="008232BB">
        <w:rPr>
          <w:b/>
        </w:rPr>
        <w:t>„Stavba 1“</w:t>
      </w:r>
      <w:r w:rsidRPr="008232BB">
        <w:t>)</w:t>
      </w:r>
    </w:p>
    <w:p w14:paraId="122AD62F" w14:textId="77777777" w:rsidR="008232BB" w:rsidRPr="008232BB" w:rsidRDefault="008232BB" w:rsidP="008232BB">
      <w:pPr>
        <w:spacing w:after="0" w:line="264" w:lineRule="auto"/>
        <w:jc w:val="both"/>
        <w:rPr>
          <w:b/>
        </w:rPr>
      </w:pPr>
      <w:r w:rsidRPr="008232BB">
        <w:rPr>
          <w:b/>
        </w:rPr>
        <w:t>„Rekonstrukce přejezdu P562 v km 97,397 trati Zdice – Protivín a rekonstrukce PZS s doplněním závor“</w:t>
      </w:r>
    </w:p>
    <w:p w14:paraId="10678818" w14:textId="77777777" w:rsidR="008232BB" w:rsidRPr="008232BB" w:rsidRDefault="008232BB" w:rsidP="008232BB">
      <w:pPr>
        <w:spacing w:after="120" w:line="264" w:lineRule="auto"/>
        <w:ind w:left="737" w:hanging="737"/>
        <w:jc w:val="both"/>
      </w:pPr>
      <w:r w:rsidRPr="008232BB">
        <w:t xml:space="preserve">(dále jen </w:t>
      </w:r>
      <w:r w:rsidRPr="008232BB">
        <w:rPr>
          <w:b/>
        </w:rPr>
        <w:t>„Stavba 2“</w:t>
      </w:r>
      <w:r w:rsidRPr="008232BB">
        <w:t>)</w:t>
      </w:r>
    </w:p>
    <w:p w14:paraId="22EE13FB" w14:textId="77777777" w:rsidR="008232BB" w:rsidRDefault="008232BB" w:rsidP="00B42F40">
      <w:pPr>
        <w:pStyle w:val="Nadpisbezsl1-2"/>
      </w:pPr>
    </w:p>
    <w:p w14:paraId="7550B674" w14:textId="152AB853"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8232BB" w:rsidRDefault="00F422D3" w:rsidP="00B42F40">
      <w:pPr>
        <w:pStyle w:val="Textbezodsazen"/>
        <w:spacing w:after="0"/>
      </w:pPr>
      <w:r>
        <w:t xml:space="preserve">zastoupena: </w:t>
      </w:r>
      <w:r w:rsidRPr="008232BB">
        <w:t xml:space="preserve">Ing. Mojmírem Nejezchlebem, náměstkem GŘ pro modernizaci dráhy </w:t>
      </w:r>
    </w:p>
    <w:p w14:paraId="694A2696" w14:textId="77777777" w:rsidR="00F422D3" w:rsidRDefault="00F422D3" w:rsidP="00B42F40">
      <w:pPr>
        <w:pStyle w:val="Textbezodsazen"/>
      </w:pPr>
      <w:r w:rsidRPr="008232BB">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08DAD1AA" w14:textId="77777777" w:rsidR="00502C3E" w:rsidRDefault="00502C3E" w:rsidP="00502C3E">
      <w:pPr>
        <w:pStyle w:val="Textbezodsazen"/>
        <w:spacing w:after="0"/>
      </w:pPr>
      <w:r>
        <w:t>ISPROFIN / ISPROFOND Stavba 1: 327 351 4800 / 532 353 0094</w:t>
      </w:r>
    </w:p>
    <w:p w14:paraId="42C9934F" w14:textId="4DAA1955" w:rsidR="00ED260D" w:rsidRDefault="00502C3E" w:rsidP="00502C3E">
      <w:pPr>
        <w:pStyle w:val="Textbezodsazen"/>
        <w:spacing w:after="0"/>
      </w:pPr>
      <w:r>
        <w:t>ISPROFIN / ISPROFOND Stavba 2: 327 351 4800 / 521 353 0096</w:t>
      </w: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lastRenderedPageBreak/>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7BB6F001" w:rsidR="007D26F9" w:rsidRDefault="007D26F9" w:rsidP="00783629">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w:t>
      </w:r>
      <w:proofErr w:type="gramStart"/>
      <w:r>
        <w:t xml:space="preserve">číslem  </w:t>
      </w:r>
      <w:r w:rsidR="00167830">
        <w:t>"[</w:t>
      </w:r>
      <w:r w:rsidR="00167830" w:rsidRPr="007D26F9">
        <w:rPr>
          <w:highlight w:val="green"/>
        </w:rPr>
        <w:t>VLOŽÍ</w:t>
      </w:r>
      <w:proofErr w:type="gramEnd"/>
      <w:r w:rsidR="00167830" w:rsidRPr="007D26F9">
        <w:rPr>
          <w:highlight w:val="green"/>
        </w:rPr>
        <w:t xml:space="preserve"> OBJEDNATEL</w:t>
      </w:r>
      <w:r w:rsidR="00167830">
        <w:t>]</w:t>
      </w:r>
      <w:r w:rsidR="00783629">
        <w:t>“</w:t>
      </w:r>
      <w:r w:rsidR="00167830">
        <w:t xml:space="preserve"> </w:t>
      </w:r>
      <w:r>
        <w:t>svůj úmysl zadat veřejnou zakázku</w:t>
      </w:r>
      <w:r w:rsidR="00A349C6">
        <w:t xml:space="preserve"> </w:t>
      </w:r>
      <w:r w:rsidR="002100BF">
        <w:t xml:space="preserve">na zhotovení projektové </w:t>
      </w:r>
      <w:r w:rsidR="002100BF">
        <w:lastRenderedPageBreak/>
        <w:t>dokumentace a souboru staveb</w:t>
      </w:r>
      <w:r w:rsidR="00560834">
        <w:t xml:space="preserve"> </w:t>
      </w:r>
      <w:r w:rsidR="00783629" w:rsidRPr="00783629">
        <w:rPr>
          <w:b/>
        </w:rPr>
        <w:t>„Rekonstrukce přejezdů P551 a P562 na trati Zdice – Protivín“</w:t>
      </w:r>
      <w:r w:rsidR="00783629" w:rsidRPr="00783629">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lastRenderedPageBreak/>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783629">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783629">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55E9EA76" w:rsidR="008911C8" w:rsidRPr="002C72AF" w:rsidRDefault="008911C8" w:rsidP="008911C8">
      <w:pPr>
        <w:pStyle w:val="Textbezslovn"/>
      </w:pPr>
      <w:r w:rsidRPr="002C72AF">
        <w:lastRenderedPageBreak/>
        <w:t xml:space="preserve">Celková lhůta pro provedení Díla činí celkem </w:t>
      </w:r>
      <w:r w:rsidR="00EE7D1A" w:rsidRPr="00783629">
        <w:rPr>
          <w:rStyle w:val="Tun"/>
        </w:rPr>
        <w:t>1</w:t>
      </w:r>
      <w:r w:rsidR="00783629" w:rsidRPr="00783629">
        <w:rPr>
          <w:rStyle w:val="Tun"/>
        </w:rPr>
        <w:t>7</w:t>
      </w:r>
      <w:r w:rsidRPr="00783629">
        <w:rPr>
          <w:rStyle w:val="Tun"/>
        </w:rPr>
        <w:t xml:space="preserve"> měsíců</w:t>
      </w:r>
      <w:r w:rsidRPr="00783629">
        <w:t xml:space="preserve"> od</w:t>
      </w:r>
      <w:r w:rsidRPr="002C72AF">
        <w:t xml:space="preserve"> nabytí účinnosti Smlouvy (dokladem prokazujícím, že Zhotovitel dokončil celé Dílo, je Předávací protokol dle odst. 10.4 Obchodních podmínek).</w:t>
      </w:r>
    </w:p>
    <w:p w14:paraId="07D07163" w14:textId="3F0CBDA6"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783629" w:rsidRPr="00783629">
        <w:rPr>
          <w:b/>
        </w:rPr>
        <w:t>5</w:t>
      </w:r>
      <w:r w:rsidRPr="00783629">
        <w:rPr>
          <w:rStyle w:val="Tun"/>
          <w:b w:val="0"/>
        </w:rPr>
        <w:t> m</w:t>
      </w:r>
      <w:r w:rsidRPr="00783629">
        <w:rPr>
          <w:rStyle w:val="Tun"/>
        </w:rPr>
        <w:t>ěsíců</w:t>
      </w:r>
      <w:r w:rsidRPr="002C72AF">
        <w:t xml:space="preserve"> ode dne nabytí účinnosti Smlouvy.</w:t>
      </w:r>
      <w:r w:rsidR="00EE7D1A" w:rsidRPr="002C72AF">
        <w:t xml:space="preserve"> Fakturace bude ve výši do </w:t>
      </w:r>
      <w:r w:rsidR="00EE7D1A" w:rsidRPr="00783629">
        <w:t>40 % ceny dokumentací</w:t>
      </w:r>
      <w:r w:rsidR="00EE7D1A" w:rsidRPr="002C72AF">
        <w:t xml:space="preserve">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783629">
        <w:rPr>
          <w:rFonts w:asciiTheme="majorHAnsi" w:hAnsiTheme="majorHAnsi"/>
          <w:sz w:val="18"/>
          <w:szCs w:val="18"/>
        </w:rPr>
        <w:t xml:space="preserve">do </w:t>
      </w:r>
      <w:r w:rsidRPr="00783629">
        <w:rPr>
          <w:rFonts w:asciiTheme="majorHAnsi" w:hAnsiTheme="majorHAnsi"/>
          <w:b/>
          <w:sz w:val="18"/>
          <w:szCs w:val="18"/>
        </w:rPr>
        <w:t>6</w:t>
      </w:r>
      <w:r w:rsidRPr="00783629">
        <w:rPr>
          <w:rStyle w:val="Tun"/>
          <w:rFonts w:asciiTheme="majorHAnsi" w:hAnsiTheme="majorHAnsi"/>
          <w:b w:val="0"/>
          <w:sz w:val="18"/>
          <w:szCs w:val="18"/>
        </w:rPr>
        <w:t xml:space="preserve"> </w:t>
      </w:r>
      <w:r w:rsidRPr="00783629">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w:t>
      </w:r>
      <w:r w:rsidRPr="00783629">
        <w:t xml:space="preserve">do </w:t>
      </w:r>
      <w:r w:rsidRPr="00783629">
        <w:rPr>
          <w:rStyle w:val="Tun"/>
        </w:rPr>
        <w:t>9 měsíců</w:t>
      </w:r>
      <w:r w:rsidRPr="00EC3BEE">
        <w:t xml:space="preserve"> ode dne nabytí účinnosti Smlouvy. Fakturace bude ve výši </w:t>
      </w:r>
      <w:r w:rsidRPr="00783629">
        <w:t>do 60 % ceny dokumentací</w:t>
      </w:r>
      <w:r w:rsidRPr="00EC3BEE">
        <w:t xml:space="preserve"> DSP a PDPS.</w:t>
      </w:r>
    </w:p>
    <w:p w14:paraId="547DABB7" w14:textId="121CC6A8"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w:t>
      </w:r>
      <w:r w:rsidRPr="00783629">
        <w:t xml:space="preserve">celkem </w:t>
      </w:r>
      <w:r w:rsidR="00E05BE0" w:rsidRPr="00783629">
        <w:rPr>
          <w:rStyle w:val="Tun"/>
        </w:rPr>
        <w:t>1</w:t>
      </w:r>
      <w:r w:rsidR="00783629" w:rsidRPr="00783629">
        <w:rPr>
          <w:rStyle w:val="Tun"/>
        </w:rPr>
        <w:t>4</w:t>
      </w:r>
      <w:r w:rsidRPr="00783629">
        <w:rPr>
          <w:rStyle w:val="Tun"/>
        </w:rPr>
        <w:t xml:space="preserve"> měsíců</w:t>
      </w:r>
      <w:r w:rsidRPr="00EC3BEE">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783629">
        <w:rPr>
          <w:b/>
        </w:rPr>
        <w:t>3</w:t>
      </w:r>
      <w:r w:rsidRPr="00783629">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 xml:space="preserve">výluku překročenou, </w:t>
      </w:r>
      <w:r>
        <w:lastRenderedPageBreak/>
        <w:t>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Účastníky exkurze budou primárně studenti vysokých, středních nebo učňovských škol stavebního, elektrotechnického, strojařského nebo dopravního </w:t>
      </w:r>
      <w:r w:rsidRPr="00022305">
        <w:rPr>
          <w:rFonts w:eastAsia="Times New Roman" w:cs="Times New Roman"/>
          <w:sz w:val="18"/>
          <w:szCs w:val="18"/>
        </w:rPr>
        <w:lastRenderedPageBreak/>
        <w:t>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0D366C42" w:rsidR="00DD0BE3" w:rsidRDefault="007D26F9" w:rsidP="00783629">
      <w:pPr>
        <w:pStyle w:val="Text1-1"/>
        <w:rPr>
          <w:color w:val="000000" w:themeColor="text1"/>
        </w:rPr>
      </w:pPr>
      <w:r w:rsidRPr="000A1915">
        <w:rPr>
          <w:color w:val="000000" w:themeColor="text1"/>
        </w:rPr>
        <w:t xml:space="preserve">Tuto Smlouvu je možné měnit </w:t>
      </w:r>
      <w:r w:rsidR="00783629" w:rsidRPr="00783629">
        <w:rPr>
          <w:color w:val="000000" w:themeColor="text1"/>
        </w:rPr>
        <w:t>pouze písemnou dohodou smluvních stran ve formě číslovaných dodatků této Smlouvy, podepsaných za každou smluvní stranu osobou nebo osobami oprávněnými jednat za smluvní stranu</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w:t>
      </w:r>
      <w:r w:rsidRPr="00B405EC">
        <w:lastRenderedPageBreak/>
        <w:t>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94A8924" w:rsidR="007D26F9" w:rsidRDefault="007D26F9" w:rsidP="00783629">
      <w:pPr>
        <w:pStyle w:val="Text1-1"/>
      </w:pPr>
      <w:r>
        <w:t xml:space="preserve">Tato Smlouva je vyhotovena </w:t>
      </w:r>
      <w:r w:rsidR="009C1874" w:rsidRPr="009C1874">
        <w:t>v</w:t>
      </w:r>
      <w:r w:rsidR="00783629">
        <w:t>e</w:t>
      </w:r>
      <w:r w:rsidR="009C1874" w:rsidRPr="009C1874">
        <w:t> </w:t>
      </w:r>
      <w:r w:rsidR="00783629" w:rsidRPr="00783629">
        <w:rPr>
          <w:highlight w:val="yellow"/>
        </w:rPr>
        <w:t>"[VLOŽÍ ZHOTOVITEL]"</w:t>
      </w:r>
      <w:r w:rsidR="00783629" w:rsidRPr="00783629">
        <w:t xml:space="preserve"> vyhotoveních, z nichž Objednatel obdrží pět vyhotovení a Zhotovitel obdrží </w:t>
      </w:r>
      <w:r w:rsidR="00783629" w:rsidRPr="00783629">
        <w:rPr>
          <w:highlight w:val="yellow"/>
        </w:rPr>
        <w:t>"[VLOŽÍ ZHOTOVITEL]"</w:t>
      </w:r>
      <w:r w:rsidR="00783629" w:rsidRPr="00783629">
        <w:t xml:space="preserve">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B14D32">
        <w:t>24</w:t>
      </w:r>
      <w:r w:rsidR="001E1426">
        <w:t>/20</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DF6B83">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DF6B83">
        <w:t>náměstek GŘ pro modernizac</w:t>
      </w:r>
      <w:r w:rsidR="0057465D" w:rsidRPr="00DF6B83">
        <w:t>i</w:t>
      </w:r>
      <w:r w:rsidRPr="00DF6B83">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DF6B83">
        <w:t>Správa</w:t>
      </w:r>
      <w:r w:rsidR="003149C0" w:rsidRPr="00DF6B83">
        <w:t xml:space="preserve"> železnic</w:t>
      </w:r>
      <w:r w:rsidRPr="00DF6B83">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77777777" w:rsidR="00CB4F6D" w:rsidRPr="00CB4F6D" w:rsidRDefault="001E1426" w:rsidP="00CB4F6D">
      <w:pPr>
        <w:pStyle w:val="Textbezodsazen"/>
      </w:pPr>
      <w:r>
        <w:t>OP/P+R/2</w:t>
      </w:r>
      <w:r w:rsidR="00087E6B">
        <w:t>4</w:t>
      </w:r>
      <w:r>
        <w:t>/20</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686A325" w14:textId="77777777" w:rsidR="00C305C4" w:rsidRPr="00C305C4" w:rsidRDefault="00C305C4" w:rsidP="00C305C4">
      <w:pPr>
        <w:spacing w:after="120" w:line="264" w:lineRule="auto"/>
        <w:jc w:val="both"/>
        <w:rPr>
          <w:sz w:val="18"/>
          <w:szCs w:val="18"/>
        </w:rPr>
      </w:pPr>
      <w:r w:rsidRPr="00C305C4">
        <w:rPr>
          <w:sz w:val="18"/>
          <w:szCs w:val="18"/>
        </w:rPr>
        <w:t>Zjednodušená dokumentace „Rekonstrukce přejezdu P551 v km 87,149 na trati Zdice – Protivín a doplnění závor“</w:t>
      </w:r>
    </w:p>
    <w:p w14:paraId="462D8AE6" w14:textId="77777777" w:rsidR="00C305C4" w:rsidRPr="00C305C4" w:rsidRDefault="00C305C4" w:rsidP="00C305C4">
      <w:pPr>
        <w:spacing w:after="120" w:line="264" w:lineRule="auto"/>
        <w:jc w:val="both"/>
        <w:rPr>
          <w:sz w:val="18"/>
          <w:szCs w:val="18"/>
        </w:rPr>
      </w:pPr>
      <w:r w:rsidRPr="00C305C4">
        <w:rPr>
          <w:sz w:val="18"/>
          <w:szCs w:val="18"/>
        </w:rPr>
        <w:t>Posuzovací část schvalovacího protokolu Zjednodušené dokumentace stavby „Rekonstrukce přejezdu P551 v km 87,149 na trati Zdice – Protivín a doplnění závor“</w:t>
      </w:r>
    </w:p>
    <w:p w14:paraId="5C3665D5" w14:textId="77777777" w:rsidR="00C305C4" w:rsidRPr="00C305C4" w:rsidRDefault="00C305C4" w:rsidP="00C305C4">
      <w:pPr>
        <w:spacing w:after="120" w:line="264" w:lineRule="auto"/>
        <w:jc w:val="both"/>
        <w:rPr>
          <w:sz w:val="18"/>
          <w:szCs w:val="18"/>
        </w:rPr>
      </w:pPr>
      <w:r w:rsidRPr="00C305C4">
        <w:rPr>
          <w:sz w:val="18"/>
          <w:szCs w:val="18"/>
        </w:rPr>
        <w:t>Zjednodušená dokumentace „Rekonstrukce přejezdu P562 v km 97,397 trati Zdice – Protivín a rekonstrukce PZS s doplněním závor“</w:t>
      </w:r>
    </w:p>
    <w:p w14:paraId="2DED72C6" w14:textId="77777777" w:rsidR="00C305C4" w:rsidRPr="00C305C4" w:rsidRDefault="00C305C4" w:rsidP="00C305C4">
      <w:pPr>
        <w:spacing w:after="120" w:line="264" w:lineRule="auto"/>
        <w:jc w:val="both"/>
        <w:rPr>
          <w:sz w:val="18"/>
          <w:szCs w:val="18"/>
        </w:rPr>
      </w:pPr>
      <w:r w:rsidRPr="00C305C4">
        <w:rPr>
          <w:sz w:val="18"/>
          <w:szCs w:val="18"/>
        </w:rPr>
        <w:t>Posuzovací část schvalovacího protokolu Zjednodušené dokumentace stavby „Rekonstrukce přejezdu P562 v km 97,397 trati Zdice – Protivín a rekonstrukce PZS s doplněním závor“</w:t>
      </w:r>
    </w:p>
    <w:p w14:paraId="0958D9F8" w14:textId="77777777" w:rsidR="00C305C4" w:rsidRPr="00C305C4" w:rsidRDefault="00C305C4" w:rsidP="00C305C4">
      <w:pPr>
        <w:spacing w:after="120" w:line="264" w:lineRule="auto"/>
        <w:jc w:val="both"/>
        <w:rPr>
          <w:sz w:val="18"/>
          <w:szCs w:val="18"/>
        </w:rPr>
      </w:pP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61F896E8" w14:textId="77777777" w:rsidR="00BF0F33" w:rsidRPr="00BF0F33" w:rsidRDefault="00BF0F33" w:rsidP="00BF0F33">
      <w:pPr>
        <w:keepNext/>
        <w:spacing w:before="200" w:after="120" w:line="264" w:lineRule="auto"/>
        <w:rPr>
          <w:b/>
          <w:u w:val="single"/>
        </w:rPr>
      </w:pPr>
      <w:r w:rsidRPr="00BF0F33">
        <w:rPr>
          <w:b/>
          <w:u w:val="single"/>
        </w:rPr>
        <w:t>Ceny Díla – Rekapitulace – celkem za Stavbu 1 „Rekonstrukce přejezdu P551 v km 87,149 na trati Zdice – Protivín a doplnění závor“</w:t>
      </w:r>
    </w:p>
    <w:p w14:paraId="18C22F3B" w14:textId="77777777" w:rsidR="00BF0F33" w:rsidRPr="00BF0F33" w:rsidRDefault="00BF0F33" w:rsidP="00BF0F33">
      <w:pPr>
        <w:spacing w:after="120" w:line="264" w:lineRule="auto"/>
        <w:jc w:val="both"/>
        <w:rPr>
          <w:sz w:val="18"/>
          <w:szCs w:val="18"/>
        </w:rPr>
      </w:pPr>
      <w:r w:rsidRPr="00BF0F33">
        <w:rPr>
          <w:b/>
          <w:sz w:val="18"/>
          <w:szCs w:val="18"/>
        </w:rPr>
        <w:t>Smluvní cena celkem</w:t>
      </w:r>
      <w:r w:rsidRPr="00BF0F33">
        <w:rPr>
          <w:sz w:val="18"/>
          <w:szCs w:val="18"/>
        </w:rPr>
        <w:t xml:space="preserve"> bez DPH ve výši </w:t>
      </w:r>
      <w:r w:rsidRPr="00BF0F33">
        <w:rPr>
          <w:b/>
          <w:sz w:val="18"/>
          <w:szCs w:val="18"/>
        </w:rPr>
        <w:t>"[</w:t>
      </w:r>
      <w:r w:rsidRPr="00BF0F33">
        <w:rPr>
          <w:b/>
          <w:sz w:val="18"/>
          <w:szCs w:val="18"/>
          <w:highlight w:val="yellow"/>
        </w:rPr>
        <w:t>VLOŽÍ ZHOTOVITEL</w:t>
      </w:r>
      <w:r w:rsidRPr="00BF0F33">
        <w:rPr>
          <w:b/>
          <w:sz w:val="18"/>
          <w:szCs w:val="18"/>
        </w:rPr>
        <w:t>]" Kč</w:t>
      </w:r>
    </w:p>
    <w:p w14:paraId="6C9AA1F4" w14:textId="77777777" w:rsidR="00BF0F33" w:rsidRPr="00BF0F33" w:rsidRDefault="00BF0F33" w:rsidP="00BF0F33">
      <w:pPr>
        <w:spacing w:after="120" w:line="264" w:lineRule="auto"/>
        <w:jc w:val="both"/>
        <w:rPr>
          <w:sz w:val="18"/>
          <w:szCs w:val="18"/>
        </w:rPr>
      </w:pPr>
      <w:r w:rsidRPr="00BF0F33">
        <w:rPr>
          <w:sz w:val="18"/>
          <w:szCs w:val="18"/>
        </w:rPr>
        <w:t>Z toho:</w:t>
      </w:r>
    </w:p>
    <w:p w14:paraId="0343FE56" w14:textId="77777777" w:rsidR="00BF0F33" w:rsidRPr="00BF0F33" w:rsidRDefault="00BF0F33" w:rsidP="00BF0F33">
      <w:pPr>
        <w:numPr>
          <w:ilvl w:val="0"/>
          <w:numId w:val="12"/>
        </w:numPr>
        <w:spacing w:after="80" w:line="264" w:lineRule="auto"/>
        <w:jc w:val="both"/>
        <w:rPr>
          <w:b/>
          <w:sz w:val="18"/>
          <w:szCs w:val="18"/>
        </w:rPr>
      </w:pPr>
      <w:r w:rsidRPr="00BF0F33">
        <w:rPr>
          <w:b/>
          <w:sz w:val="18"/>
          <w:szCs w:val="18"/>
        </w:rPr>
        <w:t xml:space="preserve">Smluvní cena bez DPH za Projektovou dokumentaci </w:t>
      </w:r>
      <w:r w:rsidRPr="00BF0F33">
        <w:rPr>
          <w:sz w:val="18"/>
          <w:szCs w:val="18"/>
        </w:rPr>
        <w:t>ve výši</w:t>
      </w:r>
      <w:r w:rsidRPr="00BF0F33">
        <w:rPr>
          <w:b/>
          <w:sz w:val="18"/>
          <w:szCs w:val="18"/>
        </w:rPr>
        <w:t xml:space="preserve"> </w:t>
      </w:r>
      <w:r w:rsidRPr="00BF0F33">
        <w:rPr>
          <w:b/>
          <w:sz w:val="18"/>
          <w:szCs w:val="18"/>
          <w:highlight w:val="yellow"/>
        </w:rPr>
        <w:t>"[VLOŽÍ ZHOTOVITEL]"</w:t>
      </w:r>
      <w:r w:rsidRPr="00BF0F33">
        <w:rPr>
          <w:b/>
          <w:sz w:val="18"/>
          <w:szCs w:val="18"/>
        </w:rPr>
        <w:t xml:space="preserve"> Kč</w:t>
      </w:r>
    </w:p>
    <w:p w14:paraId="6280E3E9" w14:textId="77777777" w:rsidR="00BF0F33" w:rsidRPr="00BF0F33" w:rsidRDefault="00BF0F33" w:rsidP="00BF0F33">
      <w:pPr>
        <w:numPr>
          <w:ilvl w:val="1"/>
          <w:numId w:val="6"/>
        </w:numPr>
        <w:spacing w:after="80" w:line="264" w:lineRule="auto"/>
        <w:jc w:val="both"/>
        <w:rPr>
          <w:b/>
          <w:sz w:val="18"/>
          <w:szCs w:val="18"/>
        </w:rPr>
      </w:pPr>
      <w:r w:rsidRPr="00BF0F33">
        <w:rPr>
          <w:sz w:val="18"/>
          <w:szCs w:val="18"/>
        </w:rPr>
        <w:t>z toho</w:t>
      </w:r>
      <w:r w:rsidRPr="00BF0F33">
        <w:rPr>
          <w:b/>
          <w:sz w:val="18"/>
          <w:szCs w:val="18"/>
        </w:rPr>
        <w:t xml:space="preserve"> cena za dokumentaci pro stavební povolení </w:t>
      </w:r>
      <w:r w:rsidRPr="00BF0F33">
        <w:rPr>
          <w:sz w:val="18"/>
          <w:szCs w:val="18"/>
        </w:rPr>
        <w:t>bez DPH</w:t>
      </w:r>
      <w:r w:rsidRPr="00BF0F33">
        <w:rPr>
          <w:b/>
          <w:sz w:val="18"/>
          <w:szCs w:val="18"/>
        </w:rPr>
        <w:t xml:space="preserve"> </w:t>
      </w:r>
      <w:r w:rsidRPr="00BF0F33">
        <w:rPr>
          <w:b/>
          <w:sz w:val="18"/>
          <w:szCs w:val="18"/>
          <w:highlight w:val="yellow"/>
        </w:rPr>
        <w:t>"[VLOŽÍ ZHOTOVITEL]"</w:t>
      </w:r>
      <w:r w:rsidRPr="00BF0F33">
        <w:rPr>
          <w:b/>
          <w:sz w:val="18"/>
          <w:szCs w:val="18"/>
        </w:rPr>
        <w:t xml:space="preserve"> Kč</w:t>
      </w:r>
    </w:p>
    <w:p w14:paraId="05B4441B" w14:textId="77777777" w:rsidR="00BF0F33" w:rsidRPr="00BF0F33" w:rsidRDefault="00BF0F33" w:rsidP="00BF0F33">
      <w:pPr>
        <w:numPr>
          <w:ilvl w:val="1"/>
          <w:numId w:val="6"/>
        </w:numPr>
        <w:spacing w:after="80" w:line="264" w:lineRule="auto"/>
        <w:jc w:val="both"/>
        <w:rPr>
          <w:b/>
          <w:sz w:val="18"/>
          <w:szCs w:val="18"/>
        </w:rPr>
      </w:pPr>
      <w:r w:rsidRPr="00BF0F33">
        <w:rPr>
          <w:sz w:val="18"/>
          <w:szCs w:val="18"/>
        </w:rPr>
        <w:t xml:space="preserve">z toho </w:t>
      </w:r>
      <w:r w:rsidRPr="00BF0F33">
        <w:rPr>
          <w:b/>
          <w:sz w:val="18"/>
          <w:szCs w:val="18"/>
        </w:rPr>
        <w:t xml:space="preserve">cena za projektovou dokumentaci pro provádění stavby </w:t>
      </w:r>
      <w:r w:rsidRPr="00BF0F33">
        <w:rPr>
          <w:sz w:val="18"/>
          <w:szCs w:val="18"/>
        </w:rPr>
        <w:t xml:space="preserve">bez </w:t>
      </w:r>
      <w:proofErr w:type="gramStart"/>
      <w:r w:rsidRPr="00BF0F33">
        <w:rPr>
          <w:sz w:val="18"/>
          <w:szCs w:val="18"/>
        </w:rPr>
        <w:t>DPH</w:t>
      </w:r>
      <w:r w:rsidRPr="00BF0F33">
        <w:rPr>
          <w:b/>
          <w:sz w:val="18"/>
          <w:szCs w:val="18"/>
        </w:rPr>
        <w:t xml:space="preserve">  </w:t>
      </w:r>
      <w:r w:rsidRPr="00BF0F33">
        <w:rPr>
          <w:b/>
          <w:sz w:val="18"/>
          <w:szCs w:val="18"/>
          <w:highlight w:val="yellow"/>
        </w:rPr>
        <w:t>"[VLOŽÍ</w:t>
      </w:r>
      <w:proofErr w:type="gramEnd"/>
      <w:r w:rsidRPr="00BF0F33">
        <w:rPr>
          <w:b/>
          <w:sz w:val="18"/>
          <w:szCs w:val="18"/>
          <w:highlight w:val="yellow"/>
        </w:rPr>
        <w:t xml:space="preserve"> ZHOTOVITEL]"</w:t>
      </w:r>
      <w:r w:rsidRPr="00BF0F33">
        <w:rPr>
          <w:b/>
          <w:sz w:val="18"/>
          <w:szCs w:val="18"/>
        </w:rPr>
        <w:t xml:space="preserve"> Kč</w:t>
      </w:r>
    </w:p>
    <w:p w14:paraId="6FA57DD9" w14:textId="77777777" w:rsidR="00BF0F33" w:rsidRPr="00BF0F33" w:rsidRDefault="00BF0F33" w:rsidP="00BF0F33">
      <w:pPr>
        <w:numPr>
          <w:ilvl w:val="0"/>
          <w:numId w:val="12"/>
        </w:numPr>
        <w:spacing w:after="80" w:line="264" w:lineRule="auto"/>
        <w:jc w:val="both"/>
        <w:rPr>
          <w:b/>
          <w:sz w:val="18"/>
          <w:szCs w:val="18"/>
        </w:rPr>
      </w:pPr>
      <w:r w:rsidRPr="00BF0F33">
        <w:rPr>
          <w:b/>
          <w:sz w:val="18"/>
          <w:szCs w:val="18"/>
        </w:rPr>
        <w:t xml:space="preserve">Smluvní cena za AD </w:t>
      </w:r>
      <w:r w:rsidRPr="00BF0F33">
        <w:rPr>
          <w:sz w:val="18"/>
          <w:szCs w:val="18"/>
        </w:rPr>
        <w:t xml:space="preserve">bez </w:t>
      </w:r>
      <w:proofErr w:type="gramStart"/>
      <w:r w:rsidRPr="00BF0F33">
        <w:rPr>
          <w:sz w:val="18"/>
          <w:szCs w:val="18"/>
        </w:rPr>
        <w:t>DPH</w:t>
      </w:r>
      <w:r w:rsidRPr="00BF0F33">
        <w:rPr>
          <w:b/>
          <w:sz w:val="18"/>
          <w:szCs w:val="18"/>
        </w:rPr>
        <w:t xml:space="preserve">  </w:t>
      </w:r>
      <w:r w:rsidRPr="00BF0F33">
        <w:rPr>
          <w:b/>
          <w:sz w:val="18"/>
          <w:szCs w:val="18"/>
          <w:highlight w:val="yellow"/>
        </w:rPr>
        <w:t>"[VLOŽÍ</w:t>
      </w:r>
      <w:proofErr w:type="gramEnd"/>
      <w:r w:rsidRPr="00BF0F33">
        <w:rPr>
          <w:b/>
          <w:sz w:val="18"/>
          <w:szCs w:val="18"/>
          <w:highlight w:val="yellow"/>
        </w:rPr>
        <w:t xml:space="preserve"> ZHOTOVITEL]"</w:t>
      </w:r>
      <w:r w:rsidRPr="00BF0F33">
        <w:rPr>
          <w:b/>
          <w:sz w:val="18"/>
          <w:szCs w:val="18"/>
        </w:rPr>
        <w:t xml:space="preserve"> Kč, </w:t>
      </w:r>
      <w:r w:rsidRPr="00BF0F33">
        <w:rPr>
          <w:sz w:val="18"/>
          <w:szCs w:val="18"/>
        </w:rPr>
        <w:t>tj.</w:t>
      </w:r>
      <w:r w:rsidRPr="00BF0F33">
        <w:rPr>
          <w:b/>
          <w:sz w:val="18"/>
          <w:szCs w:val="18"/>
        </w:rPr>
        <w:t xml:space="preserve"> </w:t>
      </w:r>
      <w:r w:rsidRPr="00BF0F33">
        <w:rPr>
          <w:b/>
          <w:sz w:val="18"/>
          <w:szCs w:val="18"/>
          <w:highlight w:val="yellow"/>
        </w:rPr>
        <w:t>"[VLOŽÍ ZHOTOVITEL]"</w:t>
      </w:r>
      <w:r w:rsidRPr="00BF0F33">
        <w:rPr>
          <w:b/>
          <w:sz w:val="18"/>
          <w:szCs w:val="18"/>
        </w:rPr>
        <w:t xml:space="preserve"> Kč/hod</w:t>
      </w:r>
    </w:p>
    <w:p w14:paraId="3AD9D6F5" w14:textId="77777777" w:rsidR="00BF0F33" w:rsidRPr="00BF0F33" w:rsidRDefault="00BF0F33" w:rsidP="00BF0F33">
      <w:pPr>
        <w:numPr>
          <w:ilvl w:val="0"/>
          <w:numId w:val="12"/>
        </w:numPr>
        <w:spacing w:after="80" w:line="264" w:lineRule="auto"/>
        <w:jc w:val="both"/>
        <w:rPr>
          <w:b/>
          <w:sz w:val="18"/>
          <w:szCs w:val="18"/>
        </w:rPr>
      </w:pPr>
      <w:r w:rsidRPr="00BF0F33">
        <w:rPr>
          <w:b/>
          <w:sz w:val="18"/>
          <w:szCs w:val="18"/>
        </w:rPr>
        <w:t xml:space="preserve">Smluvní cena za RS </w:t>
      </w:r>
      <w:r w:rsidRPr="00BF0F33">
        <w:rPr>
          <w:sz w:val="18"/>
          <w:szCs w:val="18"/>
        </w:rPr>
        <w:t xml:space="preserve">bez </w:t>
      </w:r>
      <w:proofErr w:type="gramStart"/>
      <w:r w:rsidRPr="00BF0F33">
        <w:rPr>
          <w:sz w:val="18"/>
          <w:szCs w:val="18"/>
        </w:rPr>
        <w:t>DPH</w:t>
      </w:r>
      <w:r w:rsidRPr="00BF0F33">
        <w:rPr>
          <w:b/>
          <w:sz w:val="18"/>
          <w:szCs w:val="18"/>
        </w:rPr>
        <w:t xml:space="preserve">  </w:t>
      </w:r>
      <w:r w:rsidRPr="00BF0F33">
        <w:rPr>
          <w:b/>
          <w:sz w:val="18"/>
          <w:szCs w:val="18"/>
          <w:highlight w:val="yellow"/>
        </w:rPr>
        <w:t>"[VLOŽÍ</w:t>
      </w:r>
      <w:proofErr w:type="gramEnd"/>
      <w:r w:rsidRPr="00BF0F33">
        <w:rPr>
          <w:b/>
          <w:sz w:val="18"/>
          <w:szCs w:val="18"/>
          <w:highlight w:val="yellow"/>
        </w:rPr>
        <w:t xml:space="preserve"> ZHOTOVITEL]"</w:t>
      </w:r>
      <w:r w:rsidRPr="00BF0F33">
        <w:rPr>
          <w:b/>
          <w:sz w:val="18"/>
          <w:szCs w:val="18"/>
        </w:rPr>
        <w:t xml:space="preserve"> Kč</w:t>
      </w:r>
    </w:p>
    <w:p w14:paraId="521848D9" w14:textId="77777777" w:rsidR="00BF0F33" w:rsidRPr="00BF0F33" w:rsidRDefault="00BF0F33" w:rsidP="00BF0F33">
      <w:pPr>
        <w:spacing w:after="80" w:line="264" w:lineRule="auto"/>
        <w:jc w:val="both"/>
        <w:rPr>
          <w:b/>
          <w:sz w:val="18"/>
          <w:szCs w:val="18"/>
        </w:rPr>
      </w:pPr>
    </w:p>
    <w:p w14:paraId="08AF907E" w14:textId="77777777" w:rsidR="00BF0F33" w:rsidRPr="00BF0F33" w:rsidRDefault="00BF0F33" w:rsidP="00BF0F33">
      <w:pPr>
        <w:keepNext/>
        <w:spacing w:before="200" w:after="120" w:line="264" w:lineRule="auto"/>
        <w:rPr>
          <w:b/>
          <w:u w:val="single"/>
        </w:rPr>
      </w:pPr>
      <w:r w:rsidRPr="00BF0F33">
        <w:rPr>
          <w:b/>
          <w:u w:val="single"/>
        </w:rPr>
        <w:t>Ceny Díla – Rekapitulace – celkem za stavbu 2 „</w:t>
      </w:r>
      <w:r w:rsidRPr="00BF0F33">
        <w:rPr>
          <w:b/>
        </w:rPr>
        <w:t>Rekonstrukce přejezdu P562 v km 97,397 trati Zdice – Protivín a rekonstrukce PZS s doplněním závor</w:t>
      </w:r>
      <w:r w:rsidRPr="00BF0F33">
        <w:rPr>
          <w:b/>
          <w:u w:val="single"/>
        </w:rPr>
        <w:t>“</w:t>
      </w:r>
    </w:p>
    <w:p w14:paraId="5246D537" w14:textId="77777777" w:rsidR="00BF0F33" w:rsidRPr="00BF0F33" w:rsidRDefault="00BF0F33" w:rsidP="00BF0F33">
      <w:pPr>
        <w:spacing w:after="120" w:line="264" w:lineRule="auto"/>
        <w:jc w:val="both"/>
        <w:rPr>
          <w:sz w:val="18"/>
          <w:szCs w:val="18"/>
        </w:rPr>
      </w:pPr>
      <w:r w:rsidRPr="00BF0F33">
        <w:rPr>
          <w:b/>
          <w:sz w:val="18"/>
          <w:szCs w:val="18"/>
        </w:rPr>
        <w:t>Smluvní cena celkem</w:t>
      </w:r>
      <w:r w:rsidRPr="00BF0F33">
        <w:rPr>
          <w:sz w:val="18"/>
          <w:szCs w:val="18"/>
        </w:rPr>
        <w:t xml:space="preserve"> bez DPH ve výši </w:t>
      </w:r>
      <w:r w:rsidRPr="00BF0F33">
        <w:rPr>
          <w:b/>
          <w:sz w:val="18"/>
          <w:szCs w:val="18"/>
        </w:rPr>
        <w:t>"[</w:t>
      </w:r>
      <w:r w:rsidRPr="00BF0F33">
        <w:rPr>
          <w:b/>
          <w:sz w:val="18"/>
          <w:szCs w:val="18"/>
          <w:highlight w:val="yellow"/>
        </w:rPr>
        <w:t>VLOŽÍ ZHOTOVITEL</w:t>
      </w:r>
      <w:r w:rsidRPr="00BF0F33">
        <w:rPr>
          <w:b/>
          <w:sz w:val="18"/>
          <w:szCs w:val="18"/>
        </w:rPr>
        <w:t>]" Kč</w:t>
      </w:r>
    </w:p>
    <w:p w14:paraId="026E759A" w14:textId="77777777" w:rsidR="00BF0F33" w:rsidRPr="00BF0F33" w:rsidRDefault="00BF0F33" w:rsidP="00BF0F33">
      <w:pPr>
        <w:spacing w:after="120" w:line="264" w:lineRule="auto"/>
        <w:jc w:val="both"/>
        <w:rPr>
          <w:sz w:val="18"/>
          <w:szCs w:val="18"/>
        </w:rPr>
      </w:pPr>
      <w:r w:rsidRPr="00BF0F33">
        <w:rPr>
          <w:sz w:val="18"/>
          <w:szCs w:val="18"/>
        </w:rPr>
        <w:t>Z toho:</w:t>
      </w:r>
    </w:p>
    <w:p w14:paraId="62A24785" w14:textId="77777777" w:rsidR="00BF0F33" w:rsidRPr="00BF0F33" w:rsidRDefault="00BF0F33" w:rsidP="00BF0F33">
      <w:pPr>
        <w:numPr>
          <w:ilvl w:val="0"/>
          <w:numId w:val="12"/>
        </w:numPr>
        <w:spacing w:after="80" w:line="264" w:lineRule="auto"/>
        <w:jc w:val="both"/>
        <w:rPr>
          <w:b/>
          <w:sz w:val="18"/>
          <w:szCs w:val="18"/>
        </w:rPr>
      </w:pPr>
      <w:r w:rsidRPr="00BF0F33">
        <w:rPr>
          <w:b/>
          <w:sz w:val="18"/>
          <w:szCs w:val="18"/>
        </w:rPr>
        <w:lastRenderedPageBreak/>
        <w:t xml:space="preserve">Smluvní cena bez DPH za Projektovou dokumentaci </w:t>
      </w:r>
      <w:r w:rsidRPr="00BF0F33">
        <w:rPr>
          <w:sz w:val="18"/>
          <w:szCs w:val="18"/>
        </w:rPr>
        <w:t>ve výši</w:t>
      </w:r>
      <w:r w:rsidRPr="00BF0F33">
        <w:rPr>
          <w:b/>
          <w:sz w:val="18"/>
          <w:szCs w:val="18"/>
        </w:rPr>
        <w:t xml:space="preserve"> </w:t>
      </w:r>
      <w:r w:rsidRPr="00BF0F33">
        <w:rPr>
          <w:b/>
          <w:sz w:val="18"/>
          <w:szCs w:val="18"/>
          <w:highlight w:val="yellow"/>
        </w:rPr>
        <w:t>"[VLOŽÍ ZHOTOVITEL]"</w:t>
      </w:r>
      <w:r w:rsidRPr="00BF0F33">
        <w:rPr>
          <w:b/>
          <w:sz w:val="18"/>
          <w:szCs w:val="18"/>
        </w:rPr>
        <w:t xml:space="preserve"> Kč</w:t>
      </w:r>
    </w:p>
    <w:p w14:paraId="069EAA77" w14:textId="77777777" w:rsidR="00BF0F33" w:rsidRPr="00BF0F33" w:rsidRDefault="00BF0F33" w:rsidP="00BF0F33">
      <w:pPr>
        <w:numPr>
          <w:ilvl w:val="1"/>
          <w:numId w:val="6"/>
        </w:numPr>
        <w:spacing w:after="80" w:line="264" w:lineRule="auto"/>
        <w:jc w:val="both"/>
        <w:rPr>
          <w:b/>
          <w:sz w:val="18"/>
          <w:szCs w:val="18"/>
        </w:rPr>
      </w:pPr>
      <w:r w:rsidRPr="00BF0F33">
        <w:rPr>
          <w:sz w:val="18"/>
          <w:szCs w:val="18"/>
        </w:rPr>
        <w:t>z toho</w:t>
      </w:r>
      <w:r w:rsidRPr="00BF0F33">
        <w:rPr>
          <w:b/>
          <w:sz w:val="18"/>
          <w:szCs w:val="18"/>
        </w:rPr>
        <w:t xml:space="preserve"> cena za dokumentaci pro stavební povolení </w:t>
      </w:r>
      <w:r w:rsidRPr="00BF0F33">
        <w:rPr>
          <w:sz w:val="18"/>
          <w:szCs w:val="18"/>
        </w:rPr>
        <w:t>bez DPH</w:t>
      </w:r>
      <w:r w:rsidRPr="00BF0F33">
        <w:rPr>
          <w:b/>
          <w:sz w:val="18"/>
          <w:szCs w:val="18"/>
        </w:rPr>
        <w:t xml:space="preserve"> </w:t>
      </w:r>
      <w:r w:rsidRPr="00BF0F33">
        <w:rPr>
          <w:b/>
          <w:sz w:val="18"/>
          <w:szCs w:val="18"/>
          <w:highlight w:val="yellow"/>
        </w:rPr>
        <w:t>"[VLOŽÍ ZHOTOVITEL]"</w:t>
      </w:r>
      <w:r w:rsidRPr="00BF0F33">
        <w:rPr>
          <w:b/>
          <w:sz w:val="18"/>
          <w:szCs w:val="18"/>
        </w:rPr>
        <w:t xml:space="preserve"> Kč</w:t>
      </w:r>
    </w:p>
    <w:p w14:paraId="0FFE45FD" w14:textId="77777777" w:rsidR="00BF0F33" w:rsidRPr="00BF0F33" w:rsidRDefault="00BF0F33" w:rsidP="00BF0F33">
      <w:pPr>
        <w:numPr>
          <w:ilvl w:val="1"/>
          <w:numId w:val="6"/>
        </w:numPr>
        <w:spacing w:after="80" w:line="264" w:lineRule="auto"/>
        <w:jc w:val="both"/>
        <w:rPr>
          <w:b/>
          <w:sz w:val="18"/>
          <w:szCs w:val="18"/>
        </w:rPr>
      </w:pPr>
      <w:r w:rsidRPr="00BF0F33">
        <w:rPr>
          <w:sz w:val="18"/>
          <w:szCs w:val="18"/>
        </w:rPr>
        <w:t xml:space="preserve">z toho </w:t>
      </w:r>
      <w:r w:rsidRPr="00BF0F33">
        <w:rPr>
          <w:b/>
          <w:sz w:val="18"/>
          <w:szCs w:val="18"/>
        </w:rPr>
        <w:t xml:space="preserve">cena za projektovou dokumentaci pro provádění stavby </w:t>
      </w:r>
      <w:r w:rsidRPr="00BF0F33">
        <w:rPr>
          <w:sz w:val="18"/>
          <w:szCs w:val="18"/>
        </w:rPr>
        <w:t xml:space="preserve">bez </w:t>
      </w:r>
      <w:proofErr w:type="gramStart"/>
      <w:r w:rsidRPr="00BF0F33">
        <w:rPr>
          <w:sz w:val="18"/>
          <w:szCs w:val="18"/>
        </w:rPr>
        <w:t>DPH</w:t>
      </w:r>
      <w:r w:rsidRPr="00BF0F33">
        <w:rPr>
          <w:b/>
          <w:sz w:val="18"/>
          <w:szCs w:val="18"/>
        </w:rPr>
        <w:t xml:space="preserve">  </w:t>
      </w:r>
      <w:r w:rsidRPr="00BF0F33">
        <w:rPr>
          <w:b/>
          <w:sz w:val="18"/>
          <w:szCs w:val="18"/>
          <w:highlight w:val="yellow"/>
        </w:rPr>
        <w:t>"[VLOŽÍ</w:t>
      </w:r>
      <w:proofErr w:type="gramEnd"/>
      <w:r w:rsidRPr="00BF0F33">
        <w:rPr>
          <w:b/>
          <w:sz w:val="18"/>
          <w:szCs w:val="18"/>
          <w:highlight w:val="yellow"/>
        </w:rPr>
        <w:t xml:space="preserve"> ZHOTOVITEL]"</w:t>
      </w:r>
      <w:r w:rsidRPr="00BF0F33">
        <w:rPr>
          <w:b/>
          <w:sz w:val="18"/>
          <w:szCs w:val="18"/>
        </w:rPr>
        <w:t xml:space="preserve"> Kč</w:t>
      </w:r>
    </w:p>
    <w:p w14:paraId="28CFBB93" w14:textId="77777777" w:rsidR="00BF0F33" w:rsidRPr="00BF0F33" w:rsidRDefault="00BF0F33" w:rsidP="00BF0F33">
      <w:pPr>
        <w:numPr>
          <w:ilvl w:val="0"/>
          <w:numId w:val="12"/>
        </w:numPr>
        <w:spacing w:after="80" w:line="264" w:lineRule="auto"/>
        <w:jc w:val="both"/>
        <w:rPr>
          <w:b/>
          <w:sz w:val="18"/>
          <w:szCs w:val="18"/>
        </w:rPr>
      </w:pPr>
      <w:r w:rsidRPr="00BF0F33">
        <w:rPr>
          <w:b/>
          <w:sz w:val="18"/>
          <w:szCs w:val="18"/>
        </w:rPr>
        <w:t xml:space="preserve">Smluvní cena za AD </w:t>
      </w:r>
      <w:r w:rsidRPr="00BF0F33">
        <w:rPr>
          <w:sz w:val="18"/>
          <w:szCs w:val="18"/>
        </w:rPr>
        <w:t xml:space="preserve">bez </w:t>
      </w:r>
      <w:proofErr w:type="gramStart"/>
      <w:r w:rsidRPr="00BF0F33">
        <w:rPr>
          <w:sz w:val="18"/>
          <w:szCs w:val="18"/>
        </w:rPr>
        <w:t>DPH</w:t>
      </w:r>
      <w:r w:rsidRPr="00BF0F33">
        <w:rPr>
          <w:b/>
          <w:sz w:val="18"/>
          <w:szCs w:val="18"/>
        </w:rPr>
        <w:t xml:space="preserve">  </w:t>
      </w:r>
      <w:r w:rsidRPr="00BF0F33">
        <w:rPr>
          <w:b/>
          <w:sz w:val="18"/>
          <w:szCs w:val="18"/>
          <w:highlight w:val="yellow"/>
        </w:rPr>
        <w:t>"[VLOŽÍ</w:t>
      </w:r>
      <w:proofErr w:type="gramEnd"/>
      <w:r w:rsidRPr="00BF0F33">
        <w:rPr>
          <w:b/>
          <w:sz w:val="18"/>
          <w:szCs w:val="18"/>
          <w:highlight w:val="yellow"/>
        </w:rPr>
        <w:t xml:space="preserve"> ZHOTOVITEL]"</w:t>
      </w:r>
      <w:r w:rsidRPr="00BF0F33">
        <w:rPr>
          <w:b/>
          <w:sz w:val="18"/>
          <w:szCs w:val="18"/>
        </w:rPr>
        <w:t xml:space="preserve"> Kč, </w:t>
      </w:r>
      <w:r w:rsidRPr="00BF0F33">
        <w:rPr>
          <w:sz w:val="18"/>
          <w:szCs w:val="18"/>
        </w:rPr>
        <w:t>tj.</w:t>
      </w:r>
      <w:r w:rsidRPr="00BF0F33">
        <w:rPr>
          <w:b/>
          <w:sz w:val="18"/>
          <w:szCs w:val="18"/>
        </w:rPr>
        <w:t xml:space="preserve"> </w:t>
      </w:r>
      <w:r w:rsidRPr="00BF0F33">
        <w:rPr>
          <w:b/>
          <w:sz w:val="18"/>
          <w:szCs w:val="18"/>
          <w:highlight w:val="yellow"/>
        </w:rPr>
        <w:t>"[VLOŽÍ ZHOTOVITEL]"</w:t>
      </w:r>
      <w:r w:rsidRPr="00BF0F33">
        <w:rPr>
          <w:b/>
          <w:sz w:val="18"/>
          <w:szCs w:val="18"/>
        </w:rPr>
        <w:t xml:space="preserve"> Kč/hod</w:t>
      </w:r>
    </w:p>
    <w:p w14:paraId="445BC6E0" w14:textId="77777777" w:rsidR="00BF0F33" w:rsidRPr="00BF0F33" w:rsidRDefault="00BF0F33" w:rsidP="00BF0F33">
      <w:pPr>
        <w:numPr>
          <w:ilvl w:val="0"/>
          <w:numId w:val="12"/>
        </w:numPr>
        <w:spacing w:after="80" w:line="264" w:lineRule="auto"/>
        <w:jc w:val="both"/>
        <w:rPr>
          <w:b/>
          <w:sz w:val="18"/>
          <w:szCs w:val="18"/>
        </w:rPr>
      </w:pPr>
      <w:r w:rsidRPr="00BF0F33">
        <w:rPr>
          <w:b/>
          <w:sz w:val="18"/>
          <w:szCs w:val="18"/>
        </w:rPr>
        <w:t xml:space="preserve">Smluvní cena za RS </w:t>
      </w:r>
      <w:r w:rsidRPr="00BF0F33">
        <w:rPr>
          <w:sz w:val="18"/>
          <w:szCs w:val="18"/>
        </w:rPr>
        <w:t xml:space="preserve">bez </w:t>
      </w:r>
      <w:proofErr w:type="gramStart"/>
      <w:r w:rsidRPr="00BF0F33">
        <w:rPr>
          <w:sz w:val="18"/>
          <w:szCs w:val="18"/>
        </w:rPr>
        <w:t>DPH</w:t>
      </w:r>
      <w:r w:rsidRPr="00BF0F33">
        <w:rPr>
          <w:b/>
          <w:sz w:val="18"/>
          <w:szCs w:val="18"/>
        </w:rPr>
        <w:t xml:space="preserve">  </w:t>
      </w:r>
      <w:r w:rsidRPr="00BF0F33">
        <w:rPr>
          <w:b/>
          <w:sz w:val="18"/>
          <w:szCs w:val="18"/>
          <w:highlight w:val="yellow"/>
        </w:rPr>
        <w:t>"[VLOŽÍ</w:t>
      </w:r>
      <w:proofErr w:type="gramEnd"/>
      <w:r w:rsidRPr="00BF0F33">
        <w:rPr>
          <w:b/>
          <w:sz w:val="18"/>
          <w:szCs w:val="18"/>
          <w:highlight w:val="yellow"/>
        </w:rPr>
        <w:t xml:space="preserve"> ZHOTOVITEL]"</w:t>
      </w:r>
      <w:r w:rsidRPr="00BF0F33">
        <w:rPr>
          <w:b/>
          <w:sz w:val="18"/>
          <w:szCs w:val="18"/>
        </w:rPr>
        <w:t xml:space="preserve"> Kč   </w:t>
      </w:r>
    </w:p>
    <w:p w14:paraId="0FE95C5D" w14:textId="77777777" w:rsidR="00BF0F33" w:rsidRPr="00BF0F33" w:rsidRDefault="00BF0F33" w:rsidP="00BF0F33">
      <w:pPr>
        <w:spacing w:after="120" w:line="264" w:lineRule="auto"/>
        <w:jc w:val="both"/>
        <w:rPr>
          <w:sz w:val="18"/>
          <w:szCs w:val="18"/>
        </w:rPr>
      </w:pPr>
    </w:p>
    <w:p w14:paraId="54DFA4F0"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5A81D948"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BF0F33">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F0F33" w:rsidRPr="00F95FBD" w14:paraId="4D80F933" w14:textId="77777777" w:rsidTr="00BF0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BF0F33" w:rsidRPr="00F95FBD" w:rsidRDefault="00BF0F33" w:rsidP="00BF0F3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19994C2" w14:textId="59AF2BFC" w:rsidR="00BF0F33" w:rsidRPr="00DC37EC" w:rsidRDefault="00BF0F33" w:rsidP="00BF0F3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F6AA6">
              <w:t>Ing. Gabriela Křelovcová</w:t>
            </w:r>
          </w:p>
        </w:tc>
      </w:tr>
      <w:tr w:rsidR="00BF0F33" w:rsidRPr="00F95FBD" w14:paraId="78AE1472" w14:textId="77777777" w:rsidTr="00BF0F33">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BF0F33" w:rsidRPr="00F95FBD" w:rsidRDefault="00BF0F33" w:rsidP="00BF0F33">
            <w:pPr>
              <w:pStyle w:val="Tabulka"/>
            </w:pPr>
            <w:r w:rsidRPr="00F95FBD">
              <w:t>Adresa</w:t>
            </w:r>
          </w:p>
        </w:tc>
        <w:tc>
          <w:tcPr>
            <w:tcW w:w="5812" w:type="dxa"/>
          </w:tcPr>
          <w:p w14:paraId="14234EDB" w14:textId="30374EAB" w:rsidR="00BF0F33" w:rsidRPr="00DC37EC" w:rsidRDefault="00BF0F33" w:rsidP="00BF0F3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6AA6">
              <w:t>Sušická 25, 326 00 Plzeň</w:t>
            </w:r>
          </w:p>
        </w:tc>
      </w:tr>
      <w:tr w:rsidR="00BF0F33" w:rsidRPr="00F95FBD" w14:paraId="2F46CA94" w14:textId="77777777" w:rsidTr="00BF0F33">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BF0F33" w:rsidRPr="00F95FBD" w:rsidRDefault="00BF0F33" w:rsidP="00BF0F33">
            <w:pPr>
              <w:pStyle w:val="Tabulka"/>
            </w:pPr>
            <w:r w:rsidRPr="00F95FBD">
              <w:t>E-mail</w:t>
            </w:r>
          </w:p>
        </w:tc>
        <w:tc>
          <w:tcPr>
            <w:tcW w:w="5812" w:type="dxa"/>
          </w:tcPr>
          <w:p w14:paraId="5194D80F" w14:textId="54D1D415" w:rsidR="00BF0F33" w:rsidRPr="00DC37EC" w:rsidRDefault="00BF0F33" w:rsidP="00BF0F3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6AA6">
              <w:t>Krelovcova@spravazeleznic.cz</w:t>
            </w:r>
          </w:p>
        </w:tc>
      </w:tr>
      <w:tr w:rsidR="00BF0F33" w:rsidRPr="00F95FBD" w14:paraId="7A969772" w14:textId="77777777" w:rsidTr="00BF0F33">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BF0F33" w:rsidRPr="00F95FBD" w:rsidRDefault="00BF0F33" w:rsidP="00BF0F33">
            <w:pPr>
              <w:pStyle w:val="Tabulka"/>
            </w:pPr>
            <w:r w:rsidRPr="00F95FBD">
              <w:t>Telefon</w:t>
            </w:r>
          </w:p>
        </w:tc>
        <w:tc>
          <w:tcPr>
            <w:tcW w:w="5812" w:type="dxa"/>
            <w:vAlign w:val="top"/>
          </w:tcPr>
          <w:p w14:paraId="45B99FE7" w14:textId="10C1FAEE" w:rsidR="00BF0F33" w:rsidRPr="00DC37EC" w:rsidRDefault="00BF0F33" w:rsidP="00BF0F33">
            <w:pPr>
              <w:cnfStyle w:val="000000000000" w:firstRow="0" w:lastRow="0" w:firstColumn="0" w:lastColumn="0" w:oddVBand="0" w:evenVBand="0" w:oddHBand="0" w:evenHBand="0" w:firstRowFirstColumn="0" w:firstRowLastColumn="0" w:lastRowFirstColumn="0" w:lastRowLastColumn="0"/>
              <w:rPr>
                <w:highlight w:val="green"/>
              </w:rPr>
            </w:pPr>
            <w:r w:rsidRPr="006F6AA6">
              <w:t>725 576 518</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7566" w:rsidRPr="00F95FBD" w14:paraId="4966BA21" w14:textId="77777777" w:rsidTr="003A75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3A7566" w:rsidRPr="00F95FBD" w:rsidRDefault="003A7566" w:rsidP="003A756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717E043" w14:textId="78D2F7E2" w:rsidR="003A7566" w:rsidRPr="00DC37EC" w:rsidRDefault="003A7566" w:rsidP="003A756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7566" w:rsidRPr="00F95FBD" w14:paraId="75E6DE74" w14:textId="77777777" w:rsidTr="003A7566">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3A7566" w:rsidRPr="00F95FBD" w:rsidRDefault="003A7566" w:rsidP="003A7566">
            <w:pPr>
              <w:pStyle w:val="Tabulka"/>
            </w:pPr>
            <w:r w:rsidRPr="00F95FBD">
              <w:t>Adresa</w:t>
            </w:r>
          </w:p>
        </w:tc>
        <w:tc>
          <w:tcPr>
            <w:tcW w:w="5812" w:type="dxa"/>
          </w:tcPr>
          <w:p w14:paraId="25AFA02F" w14:textId="507C99D4" w:rsidR="003A7566" w:rsidRPr="00DC37EC" w:rsidRDefault="003A7566" w:rsidP="003A756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7566" w:rsidRPr="00F95FBD" w14:paraId="51BE9B02" w14:textId="77777777" w:rsidTr="003A7566">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3A7566" w:rsidRPr="00F95FBD" w:rsidRDefault="003A7566" w:rsidP="003A7566">
            <w:pPr>
              <w:pStyle w:val="Tabulka"/>
            </w:pPr>
            <w:r w:rsidRPr="00F95FBD">
              <w:t>E-mail</w:t>
            </w:r>
          </w:p>
        </w:tc>
        <w:tc>
          <w:tcPr>
            <w:tcW w:w="5812" w:type="dxa"/>
          </w:tcPr>
          <w:p w14:paraId="03692C27" w14:textId="57264D2E" w:rsidR="003A7566" w:rsidRPr="00DC37EC" w:rsidRDefault="003A7566" w:rsidP="003A756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7566" w:rsidRPr="00F95FBD" w14:paraId="1CE03A31" w14:textId="77777777" w:rsidTr="003A7566">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3A7566" w:rsidRPr="00F95FBD" w:rsidRDefault="003A7566" w:rsidP="003A7566">
            <w:pPr>
              <w:pStyle w:val="Tabulka"/>
            </w:pPr>
            <w:r w:rsidRPr="00F95FBD">
              <w:t>Telefon</w:t>
            </w:r>
          </w:p>
        </w:tc>
        <w:tc>
          <w:tcPr>
            <w:tcW w:w="5812" w:type="dxa"/>
          </w:tcPr>
          <w:p w14:paraId="578B2283" w14:textId="736BBE84" w:rsidR="003A7566" w:rsidRPr="00DC37EC" w:rsidRDefault="003A7566" w:rsidP="003A756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BF0F33" w:rsidRPr="00F95FBD" w14:paraId="6CC29622" w14:textId="77777777" w:rsidTr="00BF0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BF0F33" w:rsidRPr="00F95FBD" w:rsidRDefault="00BF0F33" w:rsidP="00BF0F3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0CA637E" w14:textId="1BE86094" w:rsidR="00BF0F33" w:rsidRPr="001F518E" w:rsidRDefault="00BF0F33" w:rsidP="00BF0F3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BF0F33" w:rsidRPr="00F95FBD" w14:paraId="05FDE80A" w14:textId="77777777" w:rsidTr="00BF0F33">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BF0F33" w:rsidRPr="00F95FBD" w:rsidRDefault="00BF0F33" w:rsidP="00BF0F33">
            <w:pPr>
              <w:pStyle w:val="Tabulka"/>
            </w:pPr>
            <w:r w:rsidRPr="00F95FBD">
              <w:t>Adresa</w:t>
            </w:r>
          </w:p>
        </w:tc>
        <w:tc>
          <w:tcPr>
            <w:tcW w:w="5812" w:type="dxa"/>
          </w:tcPr>
          <w:p w14:paraId="4138708C" w14:textId="3CCDBE18" w:rsidR="00BF0F33" w:rsidRPr="001F518E" w:rsidRDefault="00BF0F33" w:rsidP="00BF0F3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BF0F33" w:rsidRPr="00F95FBD" w14:paraId="33643699" w14:textId="77777777" w:rsidTr="00BF0F33">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BF0F33" w:rsidRPr="00F95FBD" w:rsidRDefault="00BF0F33" w:rsidP="00BF0F33">
            <w:pPr>
              <w:pStyle w:val="Tabulka"/>
            </w:pPr>
            <w:r w:rsidRPr="00F95FBD">
              <w:t>E-mail</w:t>
            </w:r>
          </w:p>
        </w:tc>
        <w:tc>
          <w:tcPr>
            <w:tcW w:w="5812" w:type="dxa"/>
          </w:tcPr>
          <w:p w14:paraId="68EFDAF8" w14:textId="3C027EA1" w:rsidR="00BF0F33" w:rsidRPr="001F518E" w:rsidRDefault="00BF0F33" w:rsidP="00BF0F3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BF0F33" w:rsidRPr="00F95FBD" w14:paraId="6220E04B" w14:textId="77777777" w:rsidTr="00BF0F33">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BF0F33" w:rsidRPr="00F95FBD" w:rsidRDefault="00BF0F33" w:rsidP="00BF0F33">
            <w:pPr>
              <w:pStyle w:val="Tabulka"/>
            </w:pPr>
            <w:r w:rsidRPr="00F95FBD">
              <w:t>Telefon</w:t>
            </w:r>
          </w:p>
        </w:tc>
        <w:tc>
          <w:tcPr>
            <w:tcW w:w="5812" w:type="dxa"/>
          </w:tcPr>
          <w:p w14:paraId="09AFA55E" w14:textId="46C0AD25" w:rsidR="00BF0F33" w:rsidRPr="001F518E" w:rsidRDefault="00BF0F33" w:rsidP="00BF0F3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BF0F33" w:rsidRPr="00F95FBD" w14:paraId="48942ED1" w14:textId="77777777" w:rsidTr="00BF0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BF0F33" w:rsidRPr="00F95FBD" w:rsidRDefault="00BF0F33" w:rsidP="00BF0F3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8B90549" w14:textId="171D4D8F" w:rsidR="00BF0F33" w:rsidRPr="00DC37EC" w:rsidRDefault="00BF0F33" w:rsidP="00BF0F3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F6AA6">
              <w:t>Ing. Ludvíka Neumannová</w:t>
            </w:r>
          </w:p>
        </w:tc>
      </w:tr>
      <w:tr w:rsidR="00BF0F33" w:rsidRPr="00F95FBD" w14:paraId="2472860E" w14:textId="77777777" w:rsidTr="00BF0F33">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BF0F33" w:rsidRPr="00F95FBD" w:rsidRDefault="00BF0F33" w:rsidP="00BF0F33">
            <w:pPr>
              <w:pStyle w:val="Tabulka"/>
            </w:pPr>
            <w:r w:rsidRPr="00F95FBD">
              <w:t>Adresa</w:t>
            </w:r>
          </w:p>
        </w:tc>
        <w:tc>
          <w:tcPr>
            <w:tcW w:w="5812" w:type="dxa"/>
          </w:tcPr>
          <w:p w14:paraId="54021483" w14:textId="5A352B95" w:rsidR="00BF0F33" w:rsidRPr="00DC37EC" w:rsidRDefault="00BF0F33" w:rsidP="00BF0F33">
            <w:pPr>
              <w:pStyle w:val="Tabulka"/>
              <w:cnfStyle w:val="000000000000" w:firstRow="0" w:lastRow="0" w:firstColumn="0" w:lastColumn="0" w:oddVBand="0" w:evenVBand="0" w:oddHBand="0" w:evenHBand="0" w:firstRowFirstColumn="0" w:firstRowLastColumn="0" w:lastRowFirstColumn="0" w:lastRowLastColumn="0"/>
              <w:rPr>
                <w:highlight w:val="green"/>
              </w:rPr>
            </w:pPr>
            <w:r>
              <w:t>Václavkova 169/1, 160 00 Praha 6 - Dejvice</w:t>
            </w:r>
          </w:p>
        </w:tc>
      </w:tr>
      <w:tr w:rsidR="00BF0F33" w:rsidRPr="00F95FBD" w14:paraId="2B2B3E4E" w14:textId="77777777" w:rsidTr="00BF0F33">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BF0F33" w:rsidRPr="00F95FBD" w:rsidRDefault="00BF0F33" w:rsidP="00BF0F33">
            <w:pPr>
              <w:pStyle w:val="Tabulka"/>
            </w:pPr>
            <w:r w:rsidRPr="00F95FBD">
              <w:t>E-mail</w:t>
            </w:r>
          </w:p>
        </w:tc>
        <w:tc>
          <w:tcPr>
            <w:tcW w:w="5812" w:type="dxa"/>
          </w:tcPr>
          <w:p w14:paraId="33D961E4" w14:textId="44D5DBA7" w:rsidR="00BF0F33" w:rsidRPr="00DC37EC" w:rsidRDefault="00BF0F33" w:rsidP="00BF0F3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6AA6">
              <w:t>NeumannovaL@spravazeleznic.cz</w:t>
            </w:r>
          </w:p>
        </w:tc>
      </w:tr>
      <w:tr w:rsidR="00BF0F33" w:rsidRPr="00F95FBD" w14:paraId="0D578BF1" w14:textId="77777777" w:rsidTr="00BF0F33">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BF0F33" w:rsidRPr="00F95FBD" w:rsidRDefault="00BF0F33" w:rsidP="00BF0F33">
            <w:pPr>
              <w:pStyle w:val="Tabulka"/>
            </w:pPr>
            <w:r w:rsidRPr="00F95FBD">
              <w:t>Telefon</w:t>
            </w:r>
          </w:p>
        </w:tc>
        <w:tc>
          <w:tcPr>
            <w:tcW w:w="5812" w:type="dxa"/>
          </w:tcPr>
          <w:p w14:paraId="05A19FDE" w14:textId="5B587E6B" w:rsidR="00BF0F33" w:rsidRPr="00DC37EC" w:rsidRDefault="00BF0F33" w:rsidP="00BF0F3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6AA6">
              <w:t>725 523 268</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B95795">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B95795">
        <w:rPr>
          <w:sz w:val="18"/>
          <w:szCs w:val="18"/>
        </w:rPr>
        <w:t>Specialista (vedoucí prací) na sdělovací</w:t>
      </w:r>
      <w:r w:rsidR="00A349C6" w:rsidRPr="00B95795">
        <w:rPr>
          <w:sz w:val="18"/>
          <w:szCs w:val="18"/>
        </w:rPr>
        <w:t xml:space="preserve"> a </w:t>
      </w:r>
      <w:r w:rsidRPr="00B95795">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B95795">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B95795">
              <w:t xml:space="preserve">Minimálně </w:t>
            </w:r>
            <w:r w:rsidR="00CB6C59" w:rsidRPr="00B95795">
              <w:t>30</w:t>
            </w:r>
            <w:r w:rsidRPr="00B95795">
              <w:t xml:space="preserve"> mil. Kč na jednu pojistnou událost</w:t>
            </w:r>
            <w:r w:rsidR="00A349C6" w:rsidRPr="00B95795">
              <w:t xml:space="preserve"> a </w:t>
            </w:r>
            <w:r w:rsidR="00CB6C59" w:rsidRPr="00B95795">
              <w:t>100</w:t>
            </w:r>
            <w:r w:rsidRPr="00B95795">
              <w:t xml:space="preserve"> mil. Kč</w:t>
            </w:r>
            <w:r w:rsidR="00A349C6" w:rsidRPr="00B95795">
              <w:t xml:space="preserve"> v </w:t>
            </w:r>
            <w:r w:rsidRPr="00B95795">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7D6C2F">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7D6C2F">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7D6C2F">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7D6C2F">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7D6C2F">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7D6C2F">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7D6C2F">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7D6C2F">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7D6C2F">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7D6C2F">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7D6C2F">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7D6C2F">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7D6C2F">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7D6C2F">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7D6C2F">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7D6C2F">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7D6C2F">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7D6C2F">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7D6C2F">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7D6C2F">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7D6C2F">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7D6C2F">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7D6C2F">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7D6C2F">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7D6C2F">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7D6C2F">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7D6C2F">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7D6C2F">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7D6C2F">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7D6C2F">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7D6C2F">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7D6C2F">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7D6C2F">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7D6C2F">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7D6C2F">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7D6C2F">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7D6C2F">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7D6C2F">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7D6C2F">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7D6C2F">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7D6C2F">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7D6C2F">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7D6C2F">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7D6C2F">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7D6C2F">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7D6C2F">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7D6C2F">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7D6C2F">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7D6C2F">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7D6C2F">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7D6C2F">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7D6C2F">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7D6C2F">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7D6C2F">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7D6C2F">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6B594" w14:textId="77777777" w:rsidR="00DD7D2E" w:rsidRDefault="00DD7D2E" w:rsidP="00962258">
      <w:pPr>
        <w:spacing w:after="0" w:line="240" w:lineRule="auto"/>
      </w:pPr>
      <w:r>
        <w:separator/>
      </w:r>
    </w:p>
  </w:endnote>
  <w:endnote w:type="continuationSeparator" w:id="0">
    <w:p w14:paraId="1CB7D832" w14:textId="77777777" w:rsidR="00DD7D2E" w:rsidRDefault="00DD7D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104960C" w14:textId="77777777" w:rsidTr="00F13FDA">
      <w:tc>
        <w:tcPr>
          <w:tcW w:w="1021" w:type="dxa"/>
          <w:vAlign w:val="bottom"/>
        </w:tcPr>
        <w:p w14:paraId="6ABBE6D0" w14:textId="4386923C" w:rsidR="00B5510F" w:rsidRPr="00B8518B" w:rsidRDefault="00B5510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4B84">
            <w:rPr>
              <w:rStyle w:val="slostrnky"/>
              <w:noProof/>
            </w:rPr>
            <w:t>35</w:t>
          </w:r>
          <w:r w:rsidRPr="00B8518B">
            <w:rPr>
              <w:rStyle w:val="slostrnky"/>
            </w:rPr>
            <w:fldChar w:fldCharType="end"/>
          </w:r>
        </w:p>
      </w:tc>
      <w:tc>
        <w:tcPr>
          <w:tcW w:w="0" w:type="auto"/>
          <w:vAlign w:val="bottom"/>
        </w:tcPr>
        <w:p w14:paraId="45929B6B" w14:textId="77777777" w:rsidR="00B5510F" w:rsidRDefault="00B5510F" w:rsidP="00F13FDA">
          <w:pPr>
            <w:pStyle w:val="Zpatvlevo"/>
          </w:pPr>
          <w:r w:rsidRPr="00B41CFD">
            <w:t>Smlouva o dílo</w:t>
          </w:r>
        </w:p>
        <w:p w14:paraId="24613A41" w14:textId="77777777" w:rsidR="00B5510F" w:rsidRPr="003462EB" w:rsidRDefault="00B5510F" w:rsidP="00B63BD1">
          <w:pPr>
            <w:pStyle w:val="Zpatvlevo"/>
          </w:pPr>
          <w:r>
            <w:t>Z</w:t>
          </w:r>
          <w:r w:rsidRPr="00B63BD1">
            <w:t>hotovení Projektové dokumentace a stavby</w:t>
          </w:r>
        </w:p>
      </w:tc>
    </w:tr>
  </w:tbl>
  <w:p w14:paraId="67FD1A4E" w14:textId="77777777" w:rsidR="00B5510F" w:rsidRPr="00F13FDA" w:rsidRDefault="00B5510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820A0B9" w14:textId="77777777" w:rsidTr="00F13FDA">
      <w:tc>
        <w:tcPr>
          <w:tcW w:w="1021" w:type="dxa"/>
          <w:vAlign w:val="bottom"/>
        </w:tcPr>
        <w:p w14:paraId="19D7CA9E"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B5510F" w:rsidRPr="00DD4862" w:rsidRDefault="00B5510F" w:rsidP="00F13FDA">
          <w:pPr>
            <w:pStyle w:val="Zpatvlevo"/>
            <w:rPr>
              <w:b/>
            </w:rPr>
          </w:pPr>
          <w:r>
            <w:rPr>
              <w:b/>
            </w:rPr>
            <w:t>Příloha č. 5</w:t>
          </w:r>
        </w:p>
        <w:p w14:paraId="313CFA21" w14:textId="77777777" w:rsidR="00B5510F" w:rsidRDefault="00B5510F" w:rsidP="00F13FDA">
          <w:pPr>
            <w:pStyle w:val="Zpatvlevo"/>
          </w:pPr>
          <w:r w:rsidRPr="00B41CFD">
            <w:t>Smlouva o dílo</w:t>
          </w:r>
        </w:p>
        <w:p w14:paraId="0B549D3B" w14:textId="77777777" w:rsidR="00B5510F" w:rsidRPr="003462EB" w:rsidRDefault="00B5510F" w:rsidP="00F13FDA">
          <w:pPr>
            <w:pStyle w:val="Zpatvlevo"/>
          </w:pPr>
          <w:r>
            <w:t>Z</w:t>
          </w:r>
          <w:r w:rsidRPr="00B63BD1">
            <w:t>hotovení Projektové dokumentace a stavby</w:t>
          </w:r>
        </w:p>
      </w:tc>
    </w:tr>
  </w:tbl>
  <w:p w14:paraId="26C2AD34" w14:textId="77777777" w:rsidR="00B5510F" w:rsidRPr="00F13FDA" w:rsidRDefault="00B5510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B39B85F" w14:textId="77777777" w:rsidTr="00934B6B">
      <w:tc>
        <w:tcPr>
          <w:tcW w:w="0" w:type="auto"/>
          <w:tcMar>
            <w:left w:w="0" w:type="dxa"/>
            <w:right w:w="0" w:type="dxa"/>
          </w:tcMar>
          <w:vAlign w:val="bottom"/>
        </w:tcPr>
        <w:p w14:paraId="3B62B9D3" w14:textId="77777777" w:rsidR="00B5510F" w:rsidRPr="00DD4862" w:rsidRDefault="00B5510F" w:rsidP="00934B6B">
          <w:pPr>
            <w:pStyle w:val="Zpatvpravo"/>
            <w:rPr>
              <w:b/>
            </w:rPr>
          </w:pPr>
          <w:r w:rsidRPr="00DD4862">
            <w:rPr>
              <w:b/>
            </w:rPr>
            <w:t xml:space="preserve">Příloha č. </w:t>
          </w:r>
          <w:r>
            <w:rPr>
              <w:b/>
            </w:rPr>
            <w:t>5</w:t>
          </w:r>
        </w:p>
        <w:p w14:paraId="557FAB05" w14:textId="77777777" w:rsidR="00B5510F" w:rsidRPr="003462EB" w:rsidRDefault="00B5510F" w:rsidP="00934B6B">
          <w:pPr>
            <w:pStyle w:val="Zpatvpravo"/>
          </w:pPr>
          <w:r>
            <w:t>Smlouva o dílo</w:t>
          </w:r>
        </w:p>
        <w:p w14:paraId="1DD0B0B7"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19705643"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4B84">
            <w:rPr>
              <w:rStyle w:val="slostrnky"/>
              <w:noProof/>
            </w:rPr>
            <w:t>1</w:t>
          </w:r>
          <w:r>
            <w:rPr>
              <w:rStyle w:val="slostrnky"/>
            </w:rPr>
            <w:fldChar w:fldCharType="end"/>
          </w:r>
        </w:p>
      </w:tc>
    </w:tr>
  </w:tbl>
  <w:p w14:paraId="3062E164" w14:textId="77777777" w:rsidR="00B5510F" w:rsidRPr="00B8518B" w:rsidRDefault="00B5510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2882275F" w14:textId="77777777" w:rsidTr="00F13FDA">
      <w:tc>
        <w:tcPr>
          <w:tcW w:w="1021" w:type="dxa"/>
          <w:vAlign w:val="bottom"/>
        </w:tcPr>
        <w:p w14:paraId="5C8D9169" w14:textId="00B557B3"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04B84">
            <w:rPr>
              <w:rStyle w:val="slostrnky"/>
              <w:noProof/>
            </w:rPr>
            <w:t>4</w:t>
          </w:r>
          <w:r>
            <w:rPr>
              <w:rStyle w:val="slostrnky"/>
            </w:rPr>
            <w:fldChar w:fldCharType="end"/>
          </w:r>
        </w:p>
      </w:tc>
      <w:tc>
        <w:tcPr>
          <w:tcW w:w="0" w:type="auto"/>
          <w:vAlign w:val="bottom"/>
        </w:tcPr>
        <w:p w14:paraId="3E105F62" w14:textId="77777777" w:rsidR="00B5510F" w:rsidRPr="00DD4862" w:rsidRDefault="00B5510F" w:rsidP="00F13FDA">
          <w:pPr>
            <w:pStyle w:val="Zpatvlevo"/>
            <w:rPr>
              <w:b/>
            </w:rPr>
          </w:pPr>
          <w:r>
            <w:rPr>
              <w:b/>
            </w:rPr>
            <w:t>Příloha č. 6</w:t>
          </w:r>
        </w:p>
        <w:p w14:paraId="1527FE35" w14:textId="77777777" w:rsidR="00B5510F" w:rsidRDefault="00B5510F" w:rsidP="00F13FDA">
          <w:pPr>
            <w:pStyle w:val="Zpatvlevo"/>
          </w:pPr>
          <w:r w:rsidRPr="00B41CFD">
            <w:t>Smlouva o dílo</w:t>
          </w:r>
        </w:p>
        <w:p w14:paraId="3A4FF54C" w14:textId="77777777" w:rsidR="00B5510F" w:rsidRPr="003462EB" w:rsidRDefault="00B5510F" w:rsidP="00F13FDA">
          <w:pPr>
            <w:pStyle w:val="Zpatvlevo"/>
          </w:pPr>
          <w:r>
            <w:t>Z</w:t>
          </w:r>
          <w:r w:rsidRPr="00B63BD1">
            <w:t>hotovení Projektové dokumentace a stavby</w:t>
          </w:r>
        </w:p>
      </w:tc>
    </w:tr>
  </w:tbl>
  <w:p w14:paraId="242D3B49" w14:textId="77777777" w:rsidR="00B5510F" w:rsidRPr="00F13FDA" w:rsidRDefault="00B5510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38E7D44" w14:textId="77777777" w:rsidTr="00934B6B">
      <w:tc>
        <w:tcPr>
          <w:tcW w:w="0" w:type="auto"/>
          <w:tcMar>
            <w:left w:w="0" w:type="dxa"/>
            <w:right w:w="0" w:type="dxa"/>
          </w:tcMar>
          <w:vAlign w:val="bottom"/>
        </w:tcPr>
        <w:p w14:paraId="467ACD65" w14:textId="77777777" w:rsidR="00B5510F" w:rsidRPr="00DD4862" w:rsidRDefault="00B5510F" w:rsidP="00934B6B">
          <w:pPr>
            <w:pStyle w:val="Zpatvpravo"/>
            <w:rPr>
              <w:b/>
            </w:rPr>
          </w:pPr>
          <w:r w:rsidRPr="00DD4862">
            <w:rPr>
              <w:b/>
            </w:rPr>
            <w:t xml:space="preserve">Příloha č. </w:t>
          </w:r>
          <w:r>
            <w:rPr>
              <w:b/>
            </w:rPr>
            <w:t>6</w:t>
          </w:r>
        </w:p>
        <w:p w14:paraId="702671EE" w14:textId="77777777" w:rsidR="00B5510F" w:rsidRPr="003462EB" w:rsidRDefault="00B5510F" w:rsidP="00934B6B">
          <w:pPr>
            <w:pStyle w:val="Zpatvpravo"/>
          </w:pPr>
          <w:r>
            <w:t>Smlouva o dílo</w:t>
          </w:r>
        </w:p>
        <w:p w14:paraId="0DEDBA4A"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336070E4"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4B84">
            <w:rPr>
              <w:rStyle w:val="slostrnky"/>
              <w:noProof/>
            </w:rPr>
            <w:t>4</w:t>
          </w:r>
          <w:r>
            <w:rPr>
              <w:rStyle w:val="slostrnky"/>
            </w:rPr>
            <w:fldChar w:fldCharType="end"/>
          </w:r>
        </w:p>
      </w:tc>
    </w:tr>
  </w:tbl>
  <w:p w14:paraId="7C686CF2" w14:textId="77777777" w:rsidR="00B5510F" w:rsidRPr="00B8518B" w:rsidRDefault="00B5510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67128925" w14:textId="77777777" w:rsidTr="00F13FDA">
      <w:tc>
        <w:tcPr>
          <w:tcW w:w="1021" w:type="dxa"/>
          <w:vAlign w:val="bottom"/>
        </w:tcPr>
        <w:p w14:paraId="0C3A5B7E"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B5510F" w:rsidRPr="00DD4862" w:rsidRDefault="00B5510F" w:rsidP="00F13FDA">
          <w:pPr>
            <w:pStyle w:val="Zpatvlevo"/>
            <w:rPr>
              <w:b/>
            </w:rPr>
          </w:pPr>
          <w:r>
            <w:rPr>
              <w:b/>
            </w:rPr>
            <w:t>Příloha č. 7</w:t>
          </w:r>
        </w:p>
        <w:p w14:paraId="3940C1D6" w14:textId="77777777" w:rsidR="00B5510F" w:rsidRDefault="00B5510F" w:rsidP="00F13FDA">
          <w:pPr>
            <w:pStyle w:val="Zpatvlevo"/>
          </w:pPr>
          <w:r w:rsidRPr="00B41CFD">
            <w:t>Smlouva o dílo</w:t>
          </w:r>
        </w:p>
        <w:p w14:paraId="04590B48" w14:textId="77777777" w:rsidR="00B5510F" w:rsidRPr="003462EB" w:rsidRDefault="00B5510F" w:rsidP="00F13FDA">
          <w:pPr>
            <w:pStyle w:val="Zpatvlevo"/>
          </w:pPr>
          <w:r>
            <w:t>Z</w:t>
          </w:r>
          <w:r w:rsidRPr="00B63BD1">
            <w:t>hotovení Projektové dokumentace a stavby</w:t>
          </w:r>
        </w:p>
      </w:tc>
    </w:tr>
  </w:tbl>
  <w:p w14:paraId="4D242EED" w14:textId="77777777" w:rsidR="00B5510F" w:rsidRPr="00F13FDA" w:rsidRDefault="00B5510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71F39DDC" w14:textId="77777777" w:rsidTr="00934B6B">
      <w:tc>
        <w:tcPr>
          <w:tcW w:w="0" w:type="auto"/>
          <w:tcMar>
            <w:left w:w="0" w:type="dxa"/>
            <w:right w:w="0" w:type="dxa"/>
          </w:tcMar>
          <w:vAlign w:val="bottom"/>
        </w:tcPr>
        <w:p w14:paraId="43368CA0" w14:textId="77777777" w:rsidR="00B5510F" w:rsidRPr="00DD4862" w:rsidRDefault="00B5510F" w:rsidP="00934B6B">
          <w:pPr>
            <w:pStyle w:val="Zpatvpravo"/>
            <w:rPr>
              <w:b/>
            </w:rPr>
          </w:pPr>
          <w:r w:rsidRPr="00DD4862">
            <w:rPr>
              <w:b/>
            </w:rPr>
            <w:t xml:space="preserve">Příloha č. </w:t>
          </w:r>
          <w:r>
            <w:rPr>
              <w:b/>
            </w:rPr>
            <w:t>7</w:t>
          </w:r>
        </w:p>
        <w:p w14:paraId="1EBDBB95" w14:textId="77777777" w:rsidR="00B5510F" w:rsidRPr="003462EB" w:rsidRDefault="00B5510F" w:rsidP="00934B6B">
          <w:pPr>
            <w:pStyle w:val="Zpatvpravo"/>
          </w:pPr>
          <w:r>
            <w:t>Smlouva o dílo</w:t>
          </w:r>
        </w:p>
        <w:p w14:paraId="6FD202BE"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7946BBCD"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4B84">
            <w:rPr>
              <w:rStyle w:val="slostrnky"/>
              <w:noProof/>
            </w:rPr>
            <w:t>1</w:t>
          </w:r>
          <w:r>
            <w:rPr>
              <w:rStyle w:val="slostrnky"/>
            </w:rPr>
            <w:fldChar w:fldCharType="end"/>
          </w:r>
        </w:p>
      </w:tc>
    </w:tr>
  </w:tbl>
  <w:p w14:paraId="29FBE57A" w14:textId="77777777" w:rsidR="00B5510F" w:rsidRPr="00B8518B" w:rsidRDefault="00B5510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211901E4" w14:textId="77777777" w:rsidTr="00F13FDA">
      <w:tc>
        <w:tcPr>
          <w:tcW w:w="1021" w:type="dxa"/>
          <w:vAlign w:val="bottom"/>
        </w:tcPr>
        <w:p w14:paraId="78474B11"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B5510F" w:rsidRPr="00DD4862" w:rsidRDefault="00B5510F" w:rsidP="00F13FDA">
          <w:pPr>
            <w:pStyle w:val="Zpatvlevo"/>
            <w:rPr>
              <w:b/>
            </w:rPr>
          </w:pPr>
          <w:r>
            <w:rPr>
              <w:b/>
            </w:rPr>
            <w:t>Příloha č. 8</w:t>
          </w:r>
        </w:p>
        <w:p w14:paraId="43DCB144" w14:textId="77777777" w:rsidR="00B5510F" w:rsidRDefault="00B5510F" w:rsidP="00F13FDA">
          <w:pPr>
            <w:pStyle w:val="Zpatvlevo"/>
          </w:pPr>
          <w:r w:rsidRPr="00B41CFD">
            <w:t>Smlouva o dílo</w:t>
          </w:r>
        </w:p>
        <w:p w14:paraId="04894497" w14:textId="77777777" w:rsidR="00B5510F" w:rsidRPr="003462EB" w:rsidRDefault="00B5510F" w:rsidP="00F13FDA">
          <w:pPr>
            <w:pStyle w:val="Zpatvlevo"/>
          </w:pPr>
          <w:r>
            <w:t>Z</w:t>
          </w:r>
          <w:r w:rsidRPr="00B63BD1">
            <w:t>hotovení Projektové dokumentace a stavby</w:t>
          </w:r>
        </w:p>
      </w:tc>
    </w:tr>
  </w:tbl>
  <w:p w14:paraId="576A41AC" w14:textId="77777777" w:rsidR="00B5510F" w:rsidRPr="00F13FDA" w:rsidRDefault="00B5510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5ACBFFFE" w14:textId="77777777" w:rsidTr="00934B6B">
      <w:tc>
        <w:tcPr>
          <w:tcW w:w="0" w:type="auto"/>
          <w:tcMar>
            <w:left w:w="0" w:type="dxa"/>
            <w:right w:w="0" w:type="dxa"/>
          </w:tcMar>
          <w:vAlign w:val="bottom"/>
        </w:tcPr>
        <w:p w14:paraId="4898DBD2" w14:textId="77777777" w:rsidR="00B5510F" w:rsidRPr="00DD4862" w:rsidRDefault="00B5510F" w:rsidP="00934B6B">
          <w:pPr>
            <w:pStyle w:val="Zpatvpravo"/>
            <w:rPr>
              <w:b/>
            </w:rPr>
          </w:pPr>
          <w:r w:rsidRPr="00DD4862">
            <w:rPr>
              <w:b/>
            </w:rPr>
            <w:t xml:space="preserve">Příloha č. </w:t>
          </w:r>
          <w:r>
            <w:rPr>
              <w:b/>
            </w:rPr>
            <w:t>8</w:t>
          </w:r>
        </w:p>
        <w:p w14:paraId="2B35F55C" w14:textId="77777777" w:rsidR="00B5510F" w:rsidRPr="003462EB" w:rsidRDefault="00B5510F" w:rsidP="00934B6B">
          <w:pPr>
            <w:pStyle w:val="Zpatvpravo"/>
          </w:pPr>
          <w:r>
            <w:t>Smlouva o dílo</w:t>
          </w:r>
        </w:p>
        <w:p w14:paraId="50129DBE"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436484E3"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4B84">
            <w:rPr>
              <w:rStyle w:val="slostrnky"/>
              <w:noProof/>
            </w:rPr>
            <w:t>1</w:t>
          </w:r>
          <w:r>
            <w:rPr>
              <w:rStyle w:val="slostrnky"/>
            </w:rPr>
            <w:fldChar w:fldCharType="end"/>
          </w:r>
        </w:p>
      </w:tc>
    </w:tr>
  </w:tbl>
  <w:p w14:paraId="5F28876B" w14:textId="77777777" w:rsidR="00B5510F" w:rsidRPr="00B8518B" w:rsidRDefault="00B5510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6E72BFB4" w14:textId="77777777" w:rsidTr="00904902">
      <w:tc>
        <w:tcPr>
          <w:tcW w:w="0" w:type="auto"/>
          <w:tcMar>
            <w:left w:w="0" w:type="dxa"/>
            <w:right w:w="0" w:type="dxa"/>
          </w:tcMar>
          <w:vAlign w:val="bottom"/>
        </w:tcPr>
        <w:p w14:paraId="13963E55" w14:textId="77777777" w:rsidR="00B5510F" w:rsidRPr="00DD4862" w:rsidRDefault="00B5510F" w:rsidP="00DC37EC">
          <w:pPr>
            <w:pStyle w:val="Zpatvpravo"/>
            <w:rPr>
              <w:b/>
            </w:rPr>
          </w:pPr>
          <w:r w:rsidRPr="00DD4862">
            <w:rPr>
              <w:b/>
            </w:rPr>
            <w:t xml:space="preserve">Příloha č. </w:t>
          </w:r>
          <w:r>
            <w:rPr>
              <w:b/>
            </w:rPr>
            <w:t>10</w:t>
          </w:r>
        </w:p>
        <w:p w14:paraId="05E207F7" w14:textId="77777777" w:rsidR="00B5510F" w:rsidRPr="003462EB" w:rsidRDefault="00B5510F" w:rsidP="00DC37EC">
          <w:pPr>
            <w:pStyle w:val="Zpatvpravo"/>
          </w:pPr>
          <w:r>
            <w:t>Smlouva o dílo</w:t>
          </w:r>
        </w:p>
        <w:p w14:paraId="4B585457"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B5510F" w:rsidRPr="00B8518B" w:rsidRDefault="00B5510F" w:rsidP="00DC37EC">
          <w:pPr>
            <w:pStyle w:val="Zpatvpravo"/>
            <w:rPr>
              <w:rStyle w:val="slostrnky"/>
            </w:rPr>
          </w:pPr>
        </w:p>
      </w:tc>
      <w:tc>
        <w:tcPr>
          <w:tcW w:w="1021" w:type="dxa"/>
          <w:vAlign w:val="bottom"/>
        </w:tcPr>
        <w:p w14:paraId="541CC307" w14:textId="09E2D2A4"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4B84">
            <w:rPr>
              <w:rStyle w:val="slostrnky"/>
              <w:noProof/>
            </w:rPr>
            <w:t>5</w:t>
          </w:r>
          <w:r>
            <w:rPr>
              <w:rStyle w:val="slostrnky"/>
            </w:rPr>
            <w:fldChar w:fldCharType="end"/>
          </w:r>
        </w:p>
      </w:tc>
    </w:tr>
  </w:tbl>
  <w:p w14:paraId="43314644" w14:textId="77777777" w:rsidR="00B5510F" w:rsidRPr="00B8518B" w:rsidRDefault="00B5510F" w:rsidP="00DC37EC">
    <w:pPr>
      <w:pStyle w:val="Zpat"/>
      <w:rPr>
        <w:sz w:val="2"/>
        <w:szCs w:val="2"/>
      </w:rPr>
    </w:pPr>
  </w:p>
  <w:p w14:paraId="54616B81" w14:textId="77777777" w:rsidR="00B5510F" w:rsidRPr="00DC37EC" w:rsidRDefault="00B5510F"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5DFA6D30" w14:textId="77777777" w:rsidTr="00DC37EC">
      <w:tc>
        <w:tcPr>
          <w:tcW w:w="0" w:type="auto"/>
          <w:tcMar>
            <w:left w:w="0" w:type="dxa"/>
            <w:right w:w="0" w:type="dxa"/>
          </w:tcMar>
          <w:vAlign w:val="bottom"/>
        </w:tcPr>
        <w:p w14:paraId="3F33D809" w14:textId="77777777" w:rsidR="00B5510F" w:rsidRPr="00DD4862" w:rsidRDefault="00B5510F" w:rsidP="00DC37EC">
          <w:pPr>
            <w:pStyle w:val="Zpatvpravo"/>
            <w:rPr>
              <w:b/>
            </w:rPr>
          </w:pPr>
          <w:r w:rsidRPr="00DD4862">
            <w:rPr>
              <w:b/>
            </w:rPr>
            <w:t xml:space="preserve">Příloha č. </w:t>
          </w:r>
          <w:r>
            <w:rPr>
              <w:b/>
            </w:rPr>
            <w:t>9</w:t>
          </w:r>
        </w:p>
        <w:p w14:paraId="42F3AB09" w14:textId="77777777" w:rsidR="00B5510F" w:rsidRPr="003462EB" w:rsidRDefault="00B5510F" w:rsidP="00DC37EC">
          <w:pPr>
            <w:pStyle w:val="Zpatvpravo"/>
          </w:pPr>
          <w:r>
            <w:t>Smlouva o dílo</w:t>
          </w:r>
        </w:p>
        <w:p w14:paraId="18F542FA"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B5510F" w:rsidRPr="00B8518B" w:rsidRDefault="00B5510F" w:rsidP="00DC37EC">
          <w:pPr>
            <w:pStyle w:val="Zpatvpravo"/>
            <w:rPr>
              <w:rStyle w:val="slostrnky"/>
            </w:rPr>
          </w:pPr>
        </w:p>
      </w:tc>
      <w:tc>
        <w:tcPr>
          <w:tcW w:w="1021" w:type="dxa"/>
          <w:vAlign w:val="bottom"/>
        </w:tcPr>
        <w:p w14:paraId="576522F1" w14:textId="2091CD72"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4B84">
            <w:rPr>
              <w:rStyle w:val="slostrnky"/>
              <w:noProof/>
            </w:rPr>
            <w:t>1</w:t>
          </w:r>
          <w:r>
            <w:rPr>
              <w:rStyle w:val="slostrnky"/>
            </w:rPr>
            <w:fldChar w:fldCharType="end"/>
          </w:r>
        </w:p>
      </w:tc>
    </w:tr>
  </w:tbl>
  <w:p w14:paraId="6B3BAB05" w14:textId="77777777" w:rsidR="00B5510F" w:rsidRPr="00B8518B" w:rsidRDefault="00B5510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081D676" w14:textId="77777777" w:rsidTr="00F13FDA">
      <w:tc>
        <w:tcPr>
          <w:tcW w:w="0" w:type="auto"/>
          <w:tcMar>
            <w:left w:w="0" w:type="dxa"/>
            <w:right w:w="0" w:type="dxa"/>
          </w:tcMar>
          <w:vAlign w:val="bottom"/>
        </w:tcPr>
        <w:p w14:paraId="040E065A" w14:textId="77777777" w:rsidR="00B5510F" w:rsidRPr="003462EB" w:rsidRDefault="00B5510F" w:rsidP="00F13FDA">
          <w:pPr>
            <w:pStyle w:val="Zpatvpravo"/>
          </w:pPr>
          <w:r>
            <w:t>Smlouva o dílo</w:t>
          </w:r>
        </w:p>
        <w:p w14:paraId="29166DE8" w14:textId="77777777" w:rsidR="00B5510F" w:rsidRPr="003462EB" w:rsidRDefault="00B5510F"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1CCC3B7A" w:rsidR="00B5510F" w:rsidRPr="009E09BE" w:rsidRDefault="00B5510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4B84">
            <w:rPr>
              <w:rStyle w:val="slostrnky"/>
              <w:noProof/>
            </w:rPr>
            <w:t>35</w:t>
          </w:r>
          <w:r w:rsidRPr="00B8518B">
            <w:rPr>
              <w:rStyle w:val="slostrnky"/>
            </w:rPr>
            <w:fldChar w:fldCharType="end"/>
          </w:r>
        </w:p>
      </w:tc>
    </w:tr>
  </w:tbl>
  <w:p w14:paraId="000D3D0B" w14:textId="77777777" w:rsidR="00B5510F" w:rsidRPr="00B8518B" w:rsidRDefault="00B5510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7A2A32AD" w14:textId="77777777" w:rsidTr="00DC37EC">
      <w:tc>
        <w:tcPr>
          <w:tcW w:w="0" w:type="auto"/>
          <w:tcMar>
            <w:left w:w="0" w:type="dxa"/>
            <w:right w:w="0" w:type="dxa"/>
          </w:tcMar>
          <w:vAlign w:val="bottom"/>
        </w:tcPr>
        <w:p w14:paraId="48AB2DC8" w14:textId="77777777" w:rsidR="00B5510F" w:rsidRPr="00DD4862" w:rsidRDefault="00B5510F" w:rsidP="00DC37EC">
          <w:pPr>
            <w:pStyle w:val="Zpatvpravo"/>
            <w:rPr>
              <w:b/>
            </w:rPr>
          </w:pPr>
          <w:r w:rsidRPr="00DD4862">
            <w:rPr>
              <w:b/>
            </w:rPr>
            <w:t xml:space="preserve">Příloha č. </w:t>
          </w:r>
          <w:r>
            <w:rPr>
              <w:b/>
            </w:rPr>
            <w:t>10</w:t>
          </w:r>
        </w:p>
        <w:p w14:paraId="6A081B4F" w14:textId="77777777" w:rsidR="00B5510F" w:rsidRPr="003462EB" w:rsidRDefault="00B5510F" w:rsidP="00DC37EC">
          <w:pPr>
            <w:pStyle w:val="Zpatvpravo"/>
          </w:pPr>
          <w:r>
            <w:t>Smlouva o dílo</w:t>
          </w:r>
        </w:p>
        <w:p w14:paraId="540C94BE"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B5510F" w:rsidRPr="00B8518B" w:rsidRDefault="00B5510F" w:rsidP="00DC37EC">
          <w:pPr>
            <w:pStyle w:val="Zpatvpravo"/>
            <w:rPr>
              <w:rStyle w:val="slostrnky"/>
            </w:rPr>
          </w:pPr>
        </w:p>
      </w:tc>
      <w:tc>
        <w:tcPr>
          <w:tcW w:w="1021" w:type="dxa"/>
          <w:vAlign w:val="bottom"/>
        </w:tcPr>
        <w:p w14:paraId="4F9AA148" w14:textId="5C32C90A"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4B84">
            <w:rPr>
              <w:rStyle w:val="slostrnky"/>
              <w:noProof/>
            </w:rPr>
            <w:t>5</w:t>
          </w:r>
          <w:r>
            <w:rPr>
              <w:rStyle w:val="slostrnky"/>
            </w:rPr>
            <w:fldChar w:fldCharType="end"/>
          </w:r>
        </w:p>
      </w:tc>
    </w:tr>
  </w:tbl>
  <w:p w14:paraId="3FE720CA" w14:textId="77777777" w:rsidR="00B5510F" w:rsidRPr="00B8518B" w:rsidRDefault="00B5510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B5510F" w:rsidRDefault="00B5510F" w:rsidP="00BF2895">
    <w:pPr>
      <w:pStyle w:val="Zpat"/>
      <w:rPr>
        <w:sz w:val="2"/>
        <w:szCs w:val="2"/>
      </w:rPr>
    </w:pPr>
  </w:p>
  <w:p w14:paraId="74E51633" w14:textId="77777777" w:rsidR="00B5510F" w:rsidRPr="001E4BDC" w:rsidRDefault="00B5510F" w:rsidP="00BF2895">
    <w:pPr>
      <w:pStyle w:val="Zpat"/>
      <w:rPr>
        <w:sz w:val="12"/>
        <w:szCs w:val="12"/>
      </w:rPr>
    </w:pPr>
  </w:p>
  <w:p w14:paraId="1391AB0D" w14:textId="77777777" w:rsidR="00B5510F" w:rsidRPr="001E4BDC" w:rsidRDefault="00B5510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7C5FA12C" w14:textId="77777777" w:rsidTr="00F13FDA">
      <w:tc>
        <w:tcPr>
          <w:tcW w:w="1021" w:type="dxa"/>
          <w:vAlign w:val="bottom"/>
        </w:tcPr>
        <w:p w14:paraId="55E968BB"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B5510F" w:rsidRPr="00DD4862" w:rsidRDefault="00B5510F" w:rsidP="00F13FDA">
          <w:pPr>
            <w:pStyle w:val="Zpatvlevo"/>
            <w:rPr>
              <w:b/>
            </w:rPr>
          </w:pPr>
          <w:r w:rsidRPr="00DD4862">
            <w:rPr>
              <w:b/>
            </w:rPr>
            <w:t>Příloha č. 1</w:t>
          </w:r>
        </w:p>
        <w:p w14:paraId="6736B376" w14:textId="77777777" w:rsidR="00B5510F" w:rsidRDefault="00B5510F" w:rsidP="00F13FDA">
          <w:pPr>
            <w:pStyle w:val="Zpatvlevo"/>
          </w:pPr>
          <w:r w:rsidRPr="00B41CFD">
            <w:t>Smlouva o dílo</w:t>
          </w:r>
        </w:p>
        <w:p w14:paraId="388FB6AB" w14:textId="77777777" w:rsidR="00B5510F" w:rsidRPr="003462EB" w:rsidRDefault="00B5510F" w:rsidP="00F13FDA">
          <w:pPr>
            <w:pStyle w:val="Zpatvlevo"/>
          </w:pPr>
          <w:r>
            <w:t>Z</w:t>
          </w:r>
          <w:r w:rsidRPr="00B63BD1">
            <w:t>hotovení Projektové dokumentace a stavby</w:t>
          </w:r>
        </w:p>
      </w:tc>
    </w:tr>
  </w:tbl>
  <w:p w14:paraId="7BB71A21" w14:textId="77777777" w:rsidR="00B5510F" w:rsidRPr="00F13FDA" w:rsidRDefault="00B5510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B5510F" w:rsidRDefault="00B5510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65045254" w14:textId="77777777" w:rsidTr="00934B6B">
      <w:tc>
        <w:tcPr>
          <w:tcW w:w="0" w:type="auto"/>
          <w:tcMar>
            <w:left w:w="0" w:type="dxa"/>
            <w:right w:w="0" w:type="dxa"/>
          </w:tcMar>
          <w:vAlign w:val="bottom"/>
        </w:tcPr>
        <w:p w14:paraId="47D41CAE" w14:textId="77777777" w:rsidR="00B5510F" w:rsidRPr="00DD4862" w:rsidRDefault="00B5510F" w:rsidP="00934B6B">
          <w:pPr>
            <w:pStyle w:val="Zpatvpravo"/>
            <w:rPr>
              <w:b/>
            </w:rPr>
          </w:pPr>
          <w:r w:rsidRPr="00DD4862">
            <w:rPr>
              <w:b/>
            </w:rPr>
            <w:t>Příloha č. 1</w:t>
          </w:r>
        </w:p>
        <w:p w14:paraId="2F5D2B55" w14:textId="77777777" w:rsidR="00B5510F" w:rsidRPr="003462EB" w:rsidRDefault="00B5510F" w:rsidP="00934B6B">
          <w:pPr>
            <w:pStyle w:val="Zpatvpravo"/>
          </w:pPr>
          <w:r>
            <w:t>Smlouva o dílo</w:t>
          </w:r>
        </w:p>
        <w:p w14:paraId="245439D7" w14:textId="77777777" w:rsidR="00B5510F" w:rsidRPr="003462EB" w:rsidRDefault="00B5510F"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76B8391E" w:rsidR="00B5510F" w:rsidRPr="009E09BE" w:rsidRDefault="00B5510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4B84">
            <w:rPr>
              <w:rStyle w:val="slostrnky"/>
              <w:noProof/>
            </w:rPr>
            <w:t>1</w:t>
          </w:r>
          <w:r>
            <w:rPr>
              <w:rStyle w:val="slostrnky"/>
            </w:rPr>
            <w:fldChar w:fldCharType="end"/>
          </w:r>
        </w:p>
      </w:tc>
    </w:tr>
  </w:tbl>
  <w:p w14:paraId="71D74358" w14:textId="77777777" w:rsidR="00B5510F" w:rsidRPr="00B8518B" w:rsidRDefault="00B5510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FFB77B4" w14:textId="77777777" w:rsidTr="00F13FDA">
      <w:tc>
        <w:tcPr>
          <w:tcW w:w="1021" w:type="dxa"/>
          <w:vAlign w:val="bottom"/>
        </w:tcPr>
        <w:p w14:paraId="2257580E"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B5510F" w:rsidRPr="00DD4862" w:rsidRDefault="00B5510F" w:rsidP="00F13FDA">
          <w:pPr>
            <w:pStyle w:val="Zpatvlevo"/>
            <w:rPr>
              <w:b/>
            </w:rPr>
          </w:pPr>
          <w:r>
            <w:rPr>
              <w:b/>
            </w:rPr>
            <w:t>Příloha č. 2</w:t>
          </w:r>
        </w:p>
        <w:p w14:paraId="3D846C68" w14:textId="77777777" w:rsidR="00B5510F" w:rsidRDefault="00B5510F" w:rsidP="00F13FDA">
          <w:pPr>
            <w:pStyle w:val="Zpatvlevo"/>
          </w:pPr>
          <w:r w:rsidRPr="00B41CFD">
            <w:t>Smlouva o dílo</w:t>
          </w:r>
        </w:p>
        <w:p w14:paraId="1C3FA075" w14:textId="77777777" w:rsidR="00B5510F" w:rsidRPr="003462EB" w:rsidRDefault="00B5510F" w:rsidP="00F13FDA">
          <w:pPr>
            <w:pStyle w:val="Zpatvlevo"/>
          </w:pPr>
          <w:r>
            <w:t>Z</w:t>
          </w:r>
          <w:r w:rsidRPr="00B63BD1">
            <w:t>hotovení Projektové dokumentace a stavby</w:t>
          </w:r>
        </w:p>
      </w:tc>
    </w:tr>
  </w:tbl>
  <w:p w14:paraId="7D2C0E00" w14:textId="77777777" w:rsidR="00B5510F" w:rsidRPr="00F13FDA" w:rsidRDefault="00B5510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2EB9F2EA" w14:textId="77777777" w:rsidTr="00934B6B">
      <w:tc>
        <w:tcPr>
          <w:tcW w:w="0" w:type="auto"/>
          <w:tcMar>
            <w:left w:w="0" w:type="dxa"/>
            <w:right w:w="0" w:type="dxa"/>
          </w:tcMar>
          <w:vAlign w:val="bottom"/>
        </w:tcPr>
        <w:p w14:paraId="1E1F0A9A" w14:textId="77777777" w:rsidR="00B5510F" w:rsidRPr="00DD4862" w:rsidRDefault="00B5510F" w:rsidP="00934B6B">
          <w:pPr>
            <w:pStyle w:val="Zpatvpravo"/>
            <w:rPr>
              <w:b/>
            </w:rPr>
          </w:pPr>
          <w:r w:rsidRPr="00DD4862">
            <w:rPr>
              <w:b/>
            </w:rPr>
            <w:t>Příloha č. 2</w:t>
          </w:r>
        </w:p>
        <w:p w14:paraId="27E68A04" w14:textId="77777777" w:rsidR="00B5510F" w:rsidRPr="003462EB" w:rsidRDefault="00B5510F" w:rsidP="00934B6B">
          <w:pPr>
            <w:pStyle w:val="Zpatvpravo"/>
          </w:pPr>
          <w:r>
            <w:t>Smlouva o dílo</w:t>
          </w:r>
        </w:p>
        <w:p w14:paraId="52498DA6"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7ADA5739"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4B84">
            <w:rPr>
              <w:rStyle w:val="slostrnky"/>
              <w:noProof/>
            </w:rPr>
            <w:t>1</w:t>
          </w:r>
          <w:r>
            <w:rPr>
              <w:rStyle w:val="slostrnky"/>
            </w:rPr>
            <w:fldChar w:fldCharType="end"/>
          </w:r>
        </w:p>
      </w:tc>
    </w:tr>
  </w:tbl>
  <w:p w14:paraId="2EA8C976" w14:textId="77777777" w:rsidR="00B5510F" w:rsidRPr="00B8518B" w:rsidRDefault="00B5510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091847A1" w14:textId="77777777" w:rsidTr="00F13FDA">
      <w:tc>
        <w:tcPr>
          <w:tcW w:w="1021" w:type="dxa"/>
          <w:vAlign w:val="bottom"/>
        </w:tcPr>
        <w:p w14:paraId="15ED82C6" w14:textId="134B20F9"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04B84">
            <w:rPr>
              <w:rStyle w:val="slostrnky"/>
              <w:noProof/>
            </w:rPr>
            <w:t>3</w:t>
          </w:r>
          <w:r>
            <w:rPr>
              <w:rStyle w:val="slostrnky"/>
            </w:rPr>
            <w:fldChar w:fldCharType="end"/>
          </w:r>
        </w:p>
      </w:tc>
      <w:tc>
        <w:tcPr>
          <w:tcW w:w="0" w:type="auto"/>
          <w:vAlign w:val="bottom"/>
        </w:tcPr>
        <w:p w14:paraId="53BEA41F" w14:textId="77777777" w:rsidR="00B5510F" w:rsidRPr="00DD4862" w:rsidRDefault="00B5510F" w:rsidP="00F13FDA">
          <w:pPr>
            <w:pStyle w:val="Zpatvlevo"/>
            <w:rPr>
              <w:b/>
            </w:rPr>
          </w:pPr>
          <w:r>
            <w:rPr>
              <w:b/>
            </w:rPr>
            <w:t>Příloha č. 4</w:t>
          </w:r>
        </w:p>
        <w:p w14:paraId="53AB09F5" w14:textId="77777777" w:rsidR="00B5510F" w:rsidRDefault="00B5510F" w:rsidP="00F13FDA">
          <w:pPr>
            <w:pStyle w:val="Zpatvlevo"/>
          </w:pPr>
          <w:r w:rsidRPr="00B41CFD">
            <w:t>Smlouva o dílo</w:t>
          </w:r>
        </w:p>
        <w:p w14:paraId="63A9EDE5" w14:textId="77777777" w:rsidR="00B5510F" w:rsidRPr="003462EB" w:rsidRDefault="00B5510F" w:rsidP="00F13FDA">
          <w:pPr>
            <w:pStyle w:val="Zpatvlevo"/>
          </w:pPr>
          <w:r>
            <w:t>Z</w:t>
          </w:r>
          <w:r w:rsidRPr="00B63BD1">
            <w:t>hotovení Projektové dokumentace a stavby</w:t>
          </w:r>
        </w:p>
      </w:tc>
    </w:tr>
  </w:tbl>
  <w:p w14:paraId="0380B260" w14:textId="77777777" w:rsidR="00B5510F" w:rsidRPr="00F13FDA" w:rsidRDefault="00B5510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74DCA671" w14:textId="77777777" w:rsidTr="00934B6B">
      <w:tc>
        <w:tcPr>
          <w:tcW w:w="0" w:type="auto"/>
          <w:tcMar>
            <w:left w:w="0" w:type="dxa"/>
            <w:right w:w="0" w:type="dxa"/>
          </w:tcMar>
          <w:vAlign w:val="bottom"/>
        </w:tcPr>
        <w:p w14:paraId="09B3D97E" w14:textId="77777777" w:rsidR="00B5510F" w:rsidRPr="00DD4862" w:rsidRDefault="00B5510F" w:rsidP="00934B6B">
          <w:pPr>
            <w:pStyle w:val="Zpatvpravo"/>
            <w:rPr>
              <w:b/>
            </w:rPr>
          </w:pPr>
          <w:r w:rsidRPr="00DD4862">
            <w:rPr>
              <w:b/>
            </w:rPr>
            <w:t xml:space="preserve">Příloha č. </w:t>
          </w:r>
          <w:r>
            <w:rPr>
              <w:b/>
            </w:rPr>
            <w:t>4</w:t>
          </w:r>
        </w:p>
        <w:p w14:paraId="53AB72F1" w14:textId="77777777" w:rsidR="00B5510F" w:rsidRPr="003462EB" w:rsidRDefault="00B5510F" w:rsidP="00934B6B">
          <w:pPr>
            <w:pStyle w:val="Zpatvpravo"/>
          </w:pPr>
          <w:r>
            <w:t>Smlouva o dílo</w:t>
          </w:r>
        </w:p>
        <w:p w14:paraId="73655BEB"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1C291738"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B8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4B84">
            <w:rPr>
              <w:rStyle w:val="slostrnky"/>
              <w:noProof/>
            </w:rPr>
            <w:t>3</w:t>
          </w:r>
          <w:r>
            <w:rPr>
              <w:rStyle w:val="slostrnky"/>
            </w:rPr>
            <w:fldChar w:fldCharType="end"/>
          </w:r>
        </w:p>
      </w:tc>
    </w:tr>
  </w:tbl>
  <w:p w14:paraId="4FEA439F" w14:textId="77777777" w:rsidR="00B5510F" w:rsidRPr="00B8518B" w:rsidRDefault="00B5510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5C481" w14:textId="77777777" w:rsidR="00DD7D2E" w:rsidRDefault="00DD7D2E" w:rsidP="00962258">
      <w:pPr>
        <w:spacing w:after="0" w:line="240" w:lineRule="auto"/>
      </w:pPr>
      <w:r>
        <w:separator/>
      </w:r>
    </w:p>
  </w:footnote>
  <w:footnote w:type="continuationSeparator" w:id="0">
    <w:p w14:paraId="39F71A58" w14:textId="77777777" w:rsidR="00DD7D2E" w:rsidRDefault="00DD7D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510F" w14:paraId="33B1CA3F" w14:textId="77777777" w:rsidTr="00B22106">
      <w:trPr>
        <w:trHeight w:hRule="exact" w:val="936"/>
      </w:trPr>
      <w:tc>
        <w:tcPr>
          <w:tcW w:w="1361" w:type="dxa"/>
          <w:tcMar>
            <w:left w:w="0" w:type="dxa"/>
            <w:right w:w="0" w:type="dxa"/>
          </w:tcMar>
        </w:tcPr>
        <w:p w14:paraId="66045617" w14:textId="77777777" w:rsidR="00B5510F" w:rsidRPr="00B8518B" w:rsidRDefault="00B5510F" w:rsidP="00FC6389">
          <w:pPr>
            <w:pStyle w:val="Zpat"/>
            <w:rPr>
              <w:rStyle w:val="slostrnky"/>
            </w:rPr>
          </w:pPr>
        </w:p>
      </w:tc>
      <w:tc>
        <w:tcPr>
          <w:tcW w:w="3458" w:type="dxa"/>
          <w:shd w:val="clear" w:color="auto" w:fill="auto"/>
          <w:tcMar>
            <w:left w:w="0" w:type="dxa"/>
            <w:right w:w="0" w:type="dxa"/>
          </w:tcMar>
        </w:tcPr>
        <w:p w14:paraId="4F67A8A2" w14:textId="77777777" w:rsidR="00B5510F" w:rsidRDefault="00B5510F"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B5510F" w:rsidRPr="00D6163D" w:rsidRDefault="00B5510F" w:rsidP="00FC6389">
          <w:pPr>
            <w:pStyle w:val="Druhdokumentu"/>
          </w:pPr>
        </w:p>
      </w:tc>
    </w:tr>
    <w:tr w:rsidR="00B5510F" w14:paraId="30C68527" w14:textId="77777777" w:rsidTr="00B22106">
      <w:trPr>
        <w:trHeight w:hRule="exact" w:val="936"/>
      </w:trPr>
      <w:tc>
        <w:tcPr>
          <w:tcW w:w="1361" w:type="dxa"/>
          <w:tcMar>
            <w:left w:w="0" w:type="dxa"/>
            <w:right w:w="0" w:type="dxa"/>
          </w:tcMar>
        </w:tcPr>
        <w:p w14:paraId="46A8AA7A" w14:textId="77777777" w:rsidR="00B5510F" w:rsidRPr="00B8518B" w:rsidRDefault="00B5510F" w:rsidP="00FC6389">
          <w:pPr>
            <w:pStyle w:val="Zpat"/>
            <w:rPr>
              <w:rStyle w:val="slostrnky"/>
            </w:rPr>
          </w:pPr>
        </w:p>
      </w:tc>
      <w:tc>
        <w:tcPr>
          <w:tcW w:w="3458" w:type="dxa"/>
          <w:shd w:val="clear" w:color="auto" w:fill="auto"/>
          <w:tcMar>
            <w:left w:w="0" w:type="dxa"/>
            <w:right w:w="0" w:type="dxa"/>
          </w:tcMar>
        </w:tcPr>
        <w:p w14:paraId="4FA0F11F" w14:textId="77777777" w:rsidR="00B5510F" w:rsidRDefault="00B5510F" w:rsidP="00FC6389">
          <w:pPr>
            <w:pStyle w:val="Zpat"/>
          </w:pPr>
        </w:p>
      </w:tc>
      <w:tc>
        <w:tcPr>
          <w:tcW w:w="5756" w:type="dxa"/>
          <w:shd w:val="clear" w:color="auto" w:fill="auto"/>
          <w:tcMar>
            <w:left w:w="0" w:type="dxa"/>
            <w:right w:w="0" w:type="dxa"/>
          </w:tcMar>
        </w:tcPr>
        <w:p w14:paraId="6C4F1431" w14:textId="77777777" w:rsidR="00B5510F" w:rsidRPr="00D6163D" w:rsidRDefault="00B5510F" w:rsidP="00FC6389">
          <w:pPr>
            <w:pStyle w:val="Druhdokumentu"/>
          </w:pPr>
        </w:p>
      </w:tc>
    </w:tr>
  </w:tbl>
  <w:p w14:paraId="4AEEEBA1" w14:textId="77777777" w:rsidR="00B5510F" w:rsidRPr="00D6163D" w:rsidRDefault="00B5510F" w:rsidP="00FC6389">
    <w:pPr>
      <w:pStyle w:val="Zhlav"/>
      <w:rPr>
        <w:sz w:val="8"/>
        <w:szCs w:val="8"/>
      </w:rPr>
    </w:pPr>
  </w:p>
  <w:p w14:paraId="4AD25DBF" w14:textId="77777777" w:rsidR="00B5510F" w:rsidRPr="00460660" w:rsidRDefault="00B5510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B5510F" w:rsidRPr="00D6163D" w:rsidRDefault="00B5510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B5510F" w:rsidRPr="00D6163D" w:rsidRDefault="00B5510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B5510F" w:rsidRPr="00D6163D" w:rsidRDefault="00B5510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B5510F" w:rsidRPr="00D6163D" w:rsidRDefault="00B5510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B5510F" w:rsidRPr="00D6163D" w:rsidRDefault="00B5510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B5510F" w:rsidRPr="00D6163D" w:rsidRDefault="00B5510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B5510F" w:rsidRPr="00D6163D" w:rsidRDefault="00B5510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6BC1"/>
    <w:rsid w:val="002A3B57"/>
    <w:rsid w:val="002C31BF"/>
    <w:rsid w:val="002C72AF"/>
    <w:rsid w:val="002D2DE5"/>
    <w:rsid w:val="002D3591"/>
    <w:rsid w:val="002D7FD6"/>
    <w:rsid w:val="002E0CD7"/>
    <w:rsid w:val="002E0CFB"/>
    <w:rsid w:val="002E2B56"/>
    <w:rsid w:val="002E5C7B"/>
    <w:rsid w:val="002F4333"/>
    <w:rsid w:val="002F7E0B"/>
    <w:rsid w:val="0030003A"/>
    <w:rsid w:val="00304B84"/>
    <w:rsid w:val="00306D9A"/>
    <w:rsid w:val="00307320"/>
    <w:rsid w:val="003149C0"/>
    <w:rsid w:val="00316026"/>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A7566"/>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2C3E"/>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42175"/>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3629"/>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32BB"/>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5795"/>
    <w:rsid w:val="00B97CC3"/>
    <w:rsid w:val="00BB1390"/>
    <w:rsid w:val="00BB1F16"/>
    <w:rsid w:val="00BB24A8"/>
    <w:rsid w:val="00BC06C4"/>
    <w:rsid w:val="00BC5BDD"/>
    <w:rsid w:val="00BD5DE9"/>
    <w:rsid w:val="00BD7E91"/>
    <w:rsid w:val="00BD7F0D"/>
    <w:rsid w:val="00BE771C"/>
    <w:rsid w:val="00BF0F33"/>
    <w:rsid w:val="00BF2895"/>
    <w:rsid w:val="00BF4C5D"/>
    <w:rsid w:val="00C008B0"/>
    <w:rsid w:val="00C01453"/>
    <w:rsid w:val="00C02D0A"/>
    <w:rsid w:val="00C03A6E"/>
    <w:rsid w:val="00C226C0"/>
    <w:rsid w:val="00C240B6"/>
    <w:rsid w:val="00C305C4"/>
    <w:rsid w:val="00C31ADF"/>
    <w:rsid w:val="00C42FE6"/>
    <w:rsid w:val="00C437F4"/>
    <w:rsid w:val="00C44F6A"/>
    <w:rsid w:val="00C6198E"/>
    <w:rsid w:val="00C63605"/>
    <w:rsid w:val="00C708EA"/>
    <w:rsid w:val="00C717BC"/>
    <w:rsid w:val="00C73331"/>
    <w:rsid w:val="00C778A5"/>
    <w:rsid w:val="00C9118F"/>
    <w:rsid w:val="00C95162"/>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3711"/>
    <w:rsid w:val="00DC37EC"/>
    <w:rsid w:val="00DD0BE3"/>
    <w:rsid w:val="00DD46F3"/>
    <w:rsid w:val="00DD4862"/>
    <w:rsid w:val="00DD4C49"/>
    <w:rsid w:val="00DD7D2E"/>
    <w:rsid w:val="00DE56F2"/>
    <w:rsid w:val="00DF116D"/>
    <w:rsid w:val="00DF2BFF"/>
    <w:rsid w:val="00DF6B83"/>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8FCAE32-69B1-4453-863C-80137708E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80</TotalTime>
  <Pages>1</Pages>
  <Words>5998</Words>
  <Characters>35394</Characters>
  <Application>Microsoft Office Word</Application>
  <DocSecurity>0</DocSecurity>
  <Lines>294</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76</cp:revision>
  <cp:lastPrinted>2021-02-01T09:34:00Z</cp:lastPrinted>
  <dcterms:created xsi:type="dcterms:W3CDTF">2021-01-20T10:35:00Z</dcterms:created>
  <dcterms:modified xsi:type="dcterms:W3CDTF">2021-02-01T09:34:00Z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